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03FD" w14:textId="77777777" w:rsidR="006D3511" w:rsidRPr="002F110D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BF7ACB" wp14:editId="6CD682C1">
                <wp:simplePos x="0" y="0"/>
                <wp:positionH relativeFrom="column">
                  <wp:posOffset>5158105</wp:posOffset>
                </wp:positionH>
                <wp:positionV relativeFrom="paragraph">
                  <wp:posOffset>-986790</wp:posOffset>
                </wp:positionV>
                <wp:extent cx="971550" cy="3429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4D3EE" w14:textId="49074530" w:rsidR="006D3511" w:rsidRPr="00874CE0" w:rsidRDefault="006D3511" w:rsidP="006D351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74CE0">
                              <w:rPr>
                                <w:rFonts w:ascii="Arial" w:hAnsi="Arial" w:cs="Arial"/>
                              </w:rPr>
                              <w:t>Příloha č.</w:t>
                            </w:r>
                            <w:r w:rsidR="003162D5"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0BF7ACB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406.15pt;margin-top:-77.7pt;width:76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" filled="f" stroked="f">
                <v:textbox>
                  <w:txbxContent>
                    <w:p w14:paraId="7824D3EE" w14:textId="49074530" w:rsidR="006D3511" w:rsidRPr="00874CE0" w:rsidRDefault="006D3511" w:rsidP="006D3511">
                      <w:pPr>
                        <w:rPr>
                          <w:rFonts w:ascii="Arial" w:hAnsi="Arial" w:cs="Arial"/>
                        </w:rPr>
                      </w:pPr>
                      <w:r w:rsidRPr="00874CE0">
                        <w:rPr>
                          <w:rFonts w:ascii="Arial" w:hAnsi="Arial" w:cs="Arial"/>
                        </w:rPr>
                        <w:t>Příloha č.</w:t>
                      </w:r>
                      <w:r w:rsidR="003162D5">
                        <w:rPr>
                          <w:rFonts w:ascii="Arial" w:hAnsi="Arial" w:cs="Aria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62464FF7">
        <w:rPr>
          <w:rFonts w:eastAsia="Arial"/>
          <w:b/>
          <w:bCs/>
          <w:color w:val="auto"/>
          <w:sz w:val="36"/>
          <w:szCs w:val="36"/>
        </w:rPr>
        <w:t>Kupní smlouva</w:t>
      </w:r>
    </w:p>
    <w:p w14:paraId="0F0DE5FE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evidovaná u kupujícího pod č. ____</w:t>
      </w:r>
    </w:p>
    <w:p w14:paraId="233CF606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evidovaná u prodávajícího pod č.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74B71938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</w:p>
    <w:p w14:paraId="2F4F7FC4" w14:textId="77777777" w:rsidR="006D3511" w:rsidRPr="000749BB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  <w:r w:rsidRPr="000749BB">
        <w:rPr>
          <w:rFonts w:eastAsia="Arial"/>
          <w:color w:val="auto"/>
          <w:sz w:val="20"/>
          <w:szCs w:val="20"/>
        </w:rPr>
        <w:t>uzavřená podle § 2079 a násl. zák. č. 89/2012 Sb., občanský zákoník, ve znění pozdějších předpisů</w:t>
      </w:r>
    </w:p>
    <w:p w14:paraId="17E556F3" w14:textId="1A1F5159" w:rsidR="006D3511" w:rsidRPr="000749BB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  <w:r w:rsidRPr="000749BB">
        <w:rPr>
          <w:rFonts w:eastAsia="Arial"/>
          <w:color w:val="auto"/>
          <w:sz w:val="20"/>
          <w:szCs w:val="20"/>
        </w:rPr>
        <w:t xml:space="preserve">a v souladu s § </w:t>
      </w:r>
      <w:r w:rsidR="008624EF">
        <w:rPr>
          <w:rFonts w:eastAsia="Arial"/>
          <w:color w:val="auto"/>
          <w:sz w:val="20"/>
          <w:szCs w:val="20"/>
        </w:rPr>
        <w:t>53</w:t>
      </w:r>
      <w:r w:rsidRPr="000749BB">
        <w:rPr>
          <w:rFonts w:eastAsia="Arial"/>
          <w:color w:val="auto"/>
          <w:sz w:val="20"/>
          <w:szCs w:val="20"/>
        </w:rPr>
        <w:t xml:space="preserve"> zákona č. 134/2016 Sb., o zadávání veřejných zakázek, ve znění pozdějších předpisů</w:t>
      </w:r>
    </w:p>
    <w:p w14:paraId="54456C76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(dále jen „</w:t>
      </w:r>
      <w:r w:rsidRPr="62464FF7">
        <w:rPr>
          <w:rFonts w:eastAsia="Arial"/>
          <w:b/>
          <w:bCs/>
          <w:color w:val="auto"/>
          <w:sz w:val="22"/>
          <w:szCs w:val="22"/>
        </w:rPr>
        <w:t>tato smlouva</w:t>
      </w:r>
      <w:r w:rsidRPr="62464FF7">
        <w:rPr>
          <w:rFonts w:eastAsia="Arial"/>
          <w:color w:val="auto"/>
          <w:sz w:val="22"/>
          <w:szCs w:val="22"/>
        </w:rPr>
        <w:t>“)</w:t>
      </w:r>
    </w:p>
    <w:p w14:paraId="065ECFF3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color w:val="auto"/>
          <w:sz w:val="22"/>
          <w:szCs w:val="22"/>
        </w:rPr>
      </w:pPr>
    </w:p>
    <w:p w14:paraId="7E5C5206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I.</w:t>
      </w:r>
    </w:p>
    <w:p w14:paraId="36C3AB96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SMLUVNÍ STRANY</w:t>
      </w:r>
    </w:p>
    <w:p w14:paraId="0B9A79A1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</w:p>
    <w:p w14:paraId="4038CAB0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 xml:space="preserve">Ústav fotoniky a elektroniky AV ČR, v. v. i. </w:t>
      </w:r>
    </w:p>
    <w:p w14:paraId="5DC49A6D" w14:textId="2D232CE8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se sídlem Chaberská </w:t>
      </w:r>
      <w:r>
        <w:rPr>
          <w:rFonts w:eastAsia="Arial"/>
          <w:color w:val="auto"/>
          <w:sz w:val="22"/>
          <w:szCs w:val="22"/>
        </w:rPr>
        <w:t>1014/</w:t>
      </w:r>
      <w:r w:rsidRPr="62464FF7">
        <w:rPr>
          <w:rFonts w:eastAsia="Arial"/>
          <w:color w:val="auto"/>
          <w:sz w:val="22"/>
          <w:szCs w:val="22"/>
        </w:rPr>
        <w:t xml:space="preserve">57, 182 </w:t>
      </w:r>
      <w:r w:rsidR="004E52C3">
        <w:rPr>
          <w:rFonts w:eastAsia="Arial"/>
          <w:color w:val="auto"/>
          <w:sz w:val="22"/>
          <w:szCs w:val="22"/>
        </w:rPr>
        <w:t>00</w:t>
      </w:r>
      <w:r w:rsidR="004E52C3" w:rsidRPr="62464FF7">
        <w:rPr>
          <w:rFonts w:eastAsia="Arial"/>
          <w:color w:val="auto"/>
          <w:sz w:val="22"/>
          <w:szCs w:val="22"/>
        </w:rPr>
        <w:t xml:space="preserve"> </w:t>
      </w:r>
      <w:r w:rsidRPr="62464FF7">
        <w:rPr>
          <w:rFonts w:eastAsia="Arial"/>
          <w:color w:val="auto"/>
          <w:sz w:val="22"/>
          <w:szCs w:val="22"/>
        </w:rPr>
        <w:t>Praha 8 - Kobylisy</w:t>
      </w:r>
    </w:p>
    <w:p w14:paraId="5A65354B" w14:textId="23CCD581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zastoupená: </w:t>
      </w:r>
      <w:r w:rsidRPr="002F110D">
        <w:rPr>
          <w:color w:val="auto"/>
          <w:sz w:val="22"/>
          <w:szCs w:val="22"/>
        </w:rPr>
        <w:tab/>
      </w:r>
      <w:r w:rsidRPr="002F110D">
        <w:rPr>
          <w:color w:val="auto"/>
          <w:sz w:val="22"/>
          <w:szCs w:val="22"/>
        </w:rPr>
        <w:tab/>
      </w:r>
      <w:r w:rsidR="001E3C2A">
        <w:rPr>
          <w:rFonts w:eastAsia="Arial"/>
          <w:b/>
          <w:bCs/>
          <w:color w:val="auto"/>
          <w:sz w:val="22"/>
          <w:szCs w:val="22"/>
        </w:rPr>
        <w:t>doc. Ing. Pavlem Peterkou</w:t>
      </w:r>
      <w:r w:rsidRPr="62464FF7">
        <w:rPr>
          <w:rFonts w:eastAsia="Arial"/>
          <w:b/>
          <w:bCs/>
          <w:color w:val="auto"/>
          <w:sz w:val="22"/>
          <w:szCs w:val="22"/>
        </w:rPr>
        <w:t xml:space="preserve">, </w:t>
      </w:r>
      <w:r w:rsidR="001E3C2A">
        <w:rPr>
          <w:rFonts w:eastAsia="Arial"/>
          <w:b/>
          <w:bCs/>
          <w:color w:val="auto"/>
          <w:sz w:val="22"/>
          <w:szCs w:val="22"/>
        </w:rPr>
        <w:t xml:space="preserve">Ph.D., </w:t>
      </w:r>
      <w:r w:rsidRPr="62464FF7">
        <w:rPr>
          <w:rFonts w:eastAsia="Arial"/>
          <w:color w:val="auto"/>
          <w:sz w:val="22"/>
          <w:szCs w:val="22"/>
        </w:rPr>
        <w:t>ředitelem</w:t>
      </w:r>
    </w:p>
    <w:p w14:paraId="77BA5516" w14:textId="77777777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IČO: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sz w:val="22"/>
          <w:szCs w:val="22"/>
        </w:rPr>
        <w:t>67985882</w:t>
      </w:r>
    </w:p>
    <w:p w14:paraId="425F1AD6" w14:textId="77777777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DIČ: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sz w:val="22"/>
          <w:szCs w:val="22"/>
        </w:rPr>
        <w:t>CZ67985882</w:t>
      </w:r>
    </w:p>
    <w:p w14:paraId="559568AB" w14:textId="77777777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Bankovní účet: </w:t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color w:val="auto"/>
          <w:sz w:val="22"/>
          <w:szCs w:val="22"/>
        </w:rPr>
        <w:t>131417340/0300</w:t>
      </w:r>
    </w:p>
    <w:p w14:paraId="5FDD5BA9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(dále jen „</w:t>
      </w:r>
      <w:r w:rsidRPr="62464FF7">
        <w:rPr>
          <w:rFonts w:eastAsia="Arial"/>
          <w:b/>
          <w:bCs/>
          <w:color w:val="auto"/>
          <w:sz w:val="22"/>
          <w:szCs w:val="22"/>
        </w:rPr>
        <w:t>kupující</w:t>
      </w:r>
      <w:r w:rsidRPr="62464FF7">
        <w:rPr>
          <w:rFonts w:eastAsia="Arial"/>
          <w:color w:val="auto"/>
          <w:sz w:val="22"/>
          <w:szCs w:val="22"/>
        </w:rPr>
        <w:t xml:space="preserve">“) </w:t>
      </w:r>
    </w:p>
    <w:p w14:paraId="4A123FAE" w14:textId="77777777" w:rsidR="006D3511" w:rsidRPr="002F110D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</w:p>
    <w:p w14:paraId="3921D585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a </w:t>
      </w:r>
    </w:p>
    <w:p w14:paraId="62092AF4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</w:p>
    <w:p w14:paraId="14C1B21A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b/>
          <w:bCs/>
          <w:color w:val="auto"/>
          <w:sz w:val="22"/>
          <w:szCs w:val="22"/>
        </w:rPr>
        <w:t xml:space="preserve"> </w:t>
      </w:r>
    </w:p>
    <w:p w14:paraId="65DA52A7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se sídlem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03A1CE40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zastoupená: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b/>
          <w:bCs/>
          <w:sz w:val="22"/>
          <w:szCs w:val="22"/>
        </w:rPr>
        <w:t>,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color w:val="auto"/>
          <w:sz w:val="22"/>
          <w:szCs w:val="22"/>
        </w:rPr>
        <w:t xml:space="preserve"> </w:t>
      </w:r>
    </w:p>
    <w:p w14:paraId="71723135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IČO: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7BE29101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Bankovní účet:  </w:t>
      </w:r>
      <w:r>
        <w:rPr>
          <w:color w:val="auto"/>
          <w:sz w:val="22"/>
          <w:szCs w:val="22"/>
        </w:rPr>
        <w:tab/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3DE1DB95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(dále jen „</w:t>
      </w:r>
      <w:r w:rsidRPr="62464FF7">
        <w:rPr>
          <w:rFonts w:eastAsia="Arial"/>
          <w:b/>
          <w:bCs/>
          <w:color w:val="auto"/>
          <w:sz w:val="22"/>
          <w:szCs w:val="22"/>
        </w:rPr>
        <w:t>prodávající</w:t>
      </w:r>
      <w:r w:rsidRPr="62464FF7">
        <w:rPr>
          <w:rFonts w:eastAsia="Arial"/>
          <w:color w:val="auto"/>
          <w:sz w:val="22"/>
          <w:szCs w:val="22"/>
        </w:rPr>
        <w:t xml:space="preserve">“) </w:t>
      </w:r>
    </w:p>
    <w:p w14:paraId="1CB1C5A9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</w:p>
    <w:p w14:paraId="6AF8B8C3" w14:textId="77777777" w:rsidR="006D3511" w:rsidRPr="003726EB" w:rsidRDefault="006D3511" w:rsidP="006D3511">
      <w:pPr>
        <w:spacing w:after="120"/>
        <w:contextualSpacing/>
        <w:rPr>
          <w:rFonts w:ascii="Arial" w:eastAsia="Arial" w:hAnsi="Arial" w:cs="Arial"/>
        </w:rPr>
      </w:pPr>
      <w:r w:rsidRPr="003726EB">
        <w:rPr>
          <w:rFonts w:ascii="Arial" w:eastAsia="Arial" w:hAnsi="Arial" w:cs="Arial"/>
        </w:rPr>
        <w:t>(dále společně označovány jako „</w:t>
      </w:r>
      <w:r w:rsidRPr="003726EB">
        <w:rPr>
          <w:rFonts w:ascii="Arial" w:eastAsia="Arial" w:hAnsi="Arial" w:cs="Arial"/>
          <w:b/>
          <w:bCs/>
        </w:rPr>
        <w:t>smluvní strany</w:t>
      </w:r>
      <w:r w:rsidRPr="003726EB">
        <w:rPr>
          <w:rFonts w:ascii="Arial" w:eastAsia="Arial" w:hAnsi="Arial" w:cs="Arial"/>
        </w:rPr>
        <w:t xml:space="preserve">“) </w:t>
      </w:r>
    </w:p>
    <w:p w14:paraId="62D4FEE8" w14:textId="77777777" w:rsidR="006D3511" w:rsidRPr="003726EB" w:rsidRDefault="006D3511" w:rsidP="006D3511">
      <w:pPr>
        <w:spacing w:after="120"/>
        <w:contextualSpacing/>
        <w:rPr>
          <w:rFonts w:ascii="Arial" w:eastAsia="Arial" w:hAnsi="Arial" w:cs="Arial"/>
        </w:rPr>
      </w:pPr>
    </w:p>
    <w:p w14:paraId="2044040B" w14:textId="77777777" w:rsidR="006D3511" w:rsidRPr="003726EB" w:rsidRDefault="006D3511" w:rsidP="006D3511">
      <w:pPr>
        <w:spacing w:after="120"/>
        <w:contextualSpacing/>
        <w:rPr>
          <w:rFonts w:ascii="Arial" w:eastAsia="Arial" w:hAnsi="Arial" w:cs="Arial"/>
        </w:rPr>
      </w:pPr>
      <w:r w:rsidRPr="003726EB">
        <w:rPr>
          <w:rFonts w:ascii="Arial" w:eastAsia="Arial" w:hAnsi="Arial" w:cs="Arial"/>
        </w:rPr>
        <w:t xml:space="preserve">uzavírají tuto smlouvu: </w:t>
      </w:r>
    </w:p>
    <w:p w14:paraId="6C5BD3D7" w14:textId="77777777" w:rsidR="006D3511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3D86E3FB" w14:textId="77777777" w:rsidR="00CF177E" w:rsidRDefault="00CF177E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19DAC1A4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II.</w:t>
      </w:r>
    </w:p>
    <w:p w14:paraId="78435EA8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PŘEDMĚT SMLOUVY</w:t>
      </w:r>
    </w:p>
    <w:p w14:paraId="4B934812" w14:textId="2E888617" w:rsidR="006D3511" w:rsidRDefault="006D3511" w:rsidP="006D3511">
      <w:pPr>
        <w:pStyle w:val="Default"/>
        <w:numPr>
          <w:ilvl w:val="0"/>
          <w:numId w:val="1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Tato smlouva je uzavírána na základě výsledku </w:t>
      </w:r>
      <w:r w:rsidR="008624EF">
        <w:rPr>
          <w:rFonts w:eastAsia="Arial"/>
          <w:color w:val="auto"/>
          <w:sz w:val="22"/>
          <w:szCs w:val="22"/>
        </w:rPr>
        <w:t>otevřeného</w:t>
      </w:r>
      <w:r w:rsidR="00A6601A">
        <w:rPr>
          <w:rFonts w:eastAsia="Arial"/>
          <w:color w:val="auto"/>
          <w:sz w:val="22"/>
          <w:szCs w:val="22"/>
        </w:rPr>
        <w:t xml:space="preserve"> řízení v </w:t>
      </w:r>
      <w:r w:rsidR="008624EF">
        <w:rPr>
          <w:rFonts w:eastAsia="Arial"/>
          <w:color w:val="auto"/>
          <w:sz w:val="22"/>
          <w:szCs w:val="22"/>
        </w:rPr>
        <w:t>nadlimitní</w:t>
      </w:r>
      <w:r w:rsidR="00A6601A">
        <w:rPr>
          <w:rFonts w:eastAsia="Arial"/>
          <w:color w:val="auto"/>
          <w:sz w:val="22"/>
          <w:szCs w:val="22"/>
        </w:rPr>
        <w:t>m režimu</w:t>
      </w:r>
      <w:r w:rsidR="008624EF">
        <w:rPr>
          <w:rFonts w:eastAsia="Arial"/>
          <w:color w:val="auto"/>
          <w:sz w:val="22"/>
          <w:szCs w:val="22"/>
        </w:rPr>
        <w:t xml:space="preserve"> zadávané </w:t>
      </w:r>
      <w:r w:rsidRPr="62464FF7">
        <w:rPr>
          <w:rFonts w:eastAsia="Arial"/>
          <w:color w:val="auto"/>
          <w:sz w:val="22"/>
          <w:szCs w:val="22"/>
        </w:rPr>
        <w:t xml:space="preserve">veřejné zakázky s </w:t>
      </w:r>
      <w:r w:rsidRPr="005D228E">
        <w:rPr>
          <w:rFonts w:eastAsia="Arial"/>
          <w:color w:val="auto"/>
          <w:sz w:val="22"/>
          <w:szCs w:val="22"/>
        </w:rPr>
        <w:t>názvem „</w:t>
      </w:r>
      <w:r w:rsidR="008624EF" w:rsidRPr="003A7F32">
        <w:rPr>
          <w:rFonts w:eastAsia="Arial"/>
          <w:b/>
          <w:bCs/>
          <w:color w:val="auto"/>
          <w:sz w:val="22"/>
          <w:szCs w:val="22"/>
        </w:rPr>
        <w:t>Moduly pro mikroskop</w:t>
      </w:r>
      <w:r w:rsidRPr="005D228E">
        <w:rPr>
          <w:rFonts w:eastAsia="Arial"/>
          <w:color w:val="auto"/>
          <w:sz w:val="22"/>
          <w:szCs w:val="22"/>
        </w:rPr>
        <w:t>“ kupujícího</w:t>
      </w:r>
      <w:r w:rsidRPr="62464FF7">
        <w:rPr>
          <w:rFonts w:eastAsia="Arial"/>
          <w:color w:val="auto"/>
          <w:sz w:val="22"/>
          <w:szCs w:val="22"/>
        </w:rPr>
        <w:t xml:space="preserve"> jakožto zadavatele (dále jen „</w:t>
      </w:r>
      <w:r w:rsidR="008624EF">
        <w:rPr>
          <w:rFonts w:eastAsia="Arial"/>
          <w:b/>
          <w:bCs/>
          <w:color w:val="auto"/>
          <w:sz w:val="22"/>
          <w:szCs w:val="22"/>
        </w:rPr>
        <w:t>veřejná zakázka</w:t>
      </w:r>
      <w:r w:rsidRPr="62464FF7">
        <w:rPr>
          <w:rFonts w:eastAsia="Arial"/>
          <w:color w:val="auto"/>
          <w:sz w:val="22"/>
          <w:szCs w:val="22"/>
        </w:rPr>
        <w:t xml:space="preserve">“), a to s prodávajícím, který splňuje všechny podmínky </w:t>
      </w:r>
      <w:r w:rsidR="008624EF">
        <w:rPr>
          <w:rFonts w:eastAsia="Arial"/>
          <w:color w:val="auto"/>
          <w:sz w:val="22"/>
          <w:szCs w:val="22"/>
        </w:rPr>
        <w:t>zadávací dokumentace v dané veřejné zakázce</w:t>
      </w:r>
      <w:r w:rsidRPr="62464FF7">
        <w:rPr>
          <w:rFonts w:eastAsia="Arial"/>
          <w:color w:val="auto"/>
          <w:sz w:val="22"/>
          <w:szCs w:val="22"/>
        </w:rPr>
        <w:t>, a jehož nabídka byla vybrána jako ekonomicky nejvýhodnější. Podkladem pro tuto smlouvu je rovněž nabídka prodávajícího ze dne</w:t>
      </w:r>
      <w:bookmarkStart w:id="0" w:name="_Hlk94519949"/>
      <w:r w:rsidRPr="62464FF7">
        <w:rPr>
          <w:rFonts w:eastAsia="Arial"/>
          <w:color w:val="auto"/>
          <w:sz w:val="22"/>
          <w:szCs w:val="22"/>
        </w:rPr>
        <w:t xml:space="preserve">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color w:val="auto"/>
          <w:sz w:val="22"/>
          <w:szCs w:val="22"/>
        </w:rPr>
        <w:t xml:space="preserve">. </w:t>
      </w:r>
      <w:bookmarkEnd w:id="0"/>
    </w:p>
    <w:p w14:paraId="6C40A9E3" w14:textId="2BCB7AAC" w:rsidR="006D3511" w:rsidRPr="00F7025A" w:rsidRDefault="006D3511" w:rsidP="00F7025A">
      <w:pPr>
        <w:pStyle w:val="Odstavecseseznamem"/>
        <w:numPr>
          <w:ilvl w:val="0"/>
          <w:numId w:val="1"/>
        </w:numPr>
        <w:jc w:val="both"/>
        <w:rPr>
          <w:rFonts w:ascii="Arial" w:eastAsia="Arial" w:hAnsi="Arial" w:cs="Arial"/>
        </w:rPr>
      </w:pPr>
      <w:bookmarkStart w:id="1" w:name="_Hlk94526949"/>
      <w:r w:rsidRPr="00F7025A">
        <w:rPr>
          <w:rFonts w:eastAsia="Arial"/>
        </w:rPr>
        <w:lastRenderedPageBreak/>
        <w:t>Prodávající se zavazuje dodat kupujícímu</w:t>
      </w:r>
      <w:r w:rsidR="00424721" w:rsidRPr="00F7025A">
        <w:rPr>
          <w:rFonts w:eastAsia="Arial"/>
          <w:b/>
          <w:bCs/>
          <w:iCs/>
        </w:rPr>
        <w:t xml:space="preserve"> </w:t>
      </w:r>
      <w:r w:rsidR="00746E40" w:rsidRPr="00F7025A">
        <w:rPr>
          <w:rFonts w:eastAsia="Arial"/>
          <w:b/>
          <w:bCs/>
          <w:iCs/>
        </w:rPr>
        <w:t xml:space="preserve">moduly pro automatizovaný optický mikroskop, </w:t>
      </w:r>
      <w:r w:rsidR="00746E40" w:rsidRPr="00F7025A">
        <w:rPr>
          <w:rFonts w:eastAsia="Arial"/>
          <w:iCs/>
        </w:rPr>
        <w:t xml:space="preserve">jejichž technická specifikace je uvedena v příloze č. 1 této smlouvy </w:t>
      </w:r>
      <w:r w:rsidR="00831675" w:rsidRPr="00257982">
        <w:t>(dále jen jako</w:t>
      </w:r>
      <w:r w:rsidR="00831675" w:rsidRPr="00F7025A">
        <w:rPr>
          <w:b/>
          <w:bCs/>
        </w:rPr>
        <w:t xml:space="preserve"> „zařízení“</w:t>
      </w:r>
      <w:r w:rsidR="00831675" w:rsidRPr="00257982">
        <w:t>)</w:t>
      </w:r>
      <w:r w:rsidR="00831675" w:rsidRPr="00F7025A">
        <w:rPr>
          <w:b/>
          <w:bCs/>
        </w:rPr>
        <w:t>.</w:t>
      </w:r>
      <w:bookmarkEnd w:id="1"/>
      <w:r w:rsidR="006055D8" w:rsidRPr="00F7025A">
        <w:rPr>
          <w:rFonts w:eastAsia="Arial"/>
          <w:b/>
          <w:bCs/>
          <w:iCs/>
        </w:rPr>
        <w:t xml:space="preserve"> </w:t>
      </w:r>
      <w:r w:rsidR="00CC6AA4" w:rsidRPr="00F7025A">
        <w:rPr>
          <w:rFonts w:eastAsia="Arial"/>
          <w:b/>
          <w:bCs/>
          <w:iCs/>
        </w:rPr>
        <w:t xml:space="preserve"> </w:t>
      </w:r>
      <w:bookmarkStart w:id="2" w:name="_Hlk94527261"/>
      <w:r w:rsidR="00CC6AA4" w:rsidRPr="00F7025A">
        <w:rPr>
          <w:rFonts w:eastAsia="Arial"/>
          <w:iCs/>
        </w:rPr>
        <w:t>Zařízení musí splňovat</w:t>
      </w:r>
      <w:r w:rsidR="00CC6AA4" w:rsidRPr="00F7025A">
        <w:rPr>
          <w:rFonts w:eastAsia="Arial"/>
          <w:b/>
          <w:bCs/>
          <w:iCs/>
        </w:rPr>
        <w:t xml:space="preserve"> </w:t>
      </w:r>
      <w:r w:rsidR="00CC6AA4" w:rsidRPr="00F7025A">
        <w:rPr>
          <w:rFonts w:eastAsia="Arial"/>
        </w:rPr>
        <w:t>t</w:t>
      </w:r>
      <w:r w:rsidRPr="00F7025A">
        <w:rPr>
          <w:rFonts w:eastAsia="Arial"/>
        </w:rPr>
        <w:t>echnick</w:t>
      </w:r>
      <w:r w:rsidR="00CC6AA4" w:rsidRPr="00F7025A">
        <w:rPr>
          <w:rFonts w:eastAsia="Arial"/>
        </w:rPr>
        <w:t>ou</w:t>
      </w:r>
      <w:r w:rsidRPr="00F7025A">
        <w:rPr>
          <w:rFonts w:eastAsia="Arial"/>
        </w:rPr>
        <w:t xml:space="preserve"> specifikac</w:t>
      </w:r>
      <w:r w:rsidR="00CC6AA4" w:rsidRPr="00F7025A">
        <w:rPr>
          <w:rFonts w:eastAsia="Arial"/>
        </w:rPr>
        <w:t>i</w:t>
      </w:r>
      <w:r w:rsidR="003F643A" w:rsidRPr="00F7025A">
        <w:rPr>
          <w:rFonts w:eastAsia="Arial"/>
        </w:rPr>
        <w:t xml:space="preserve"> </w:t>
      </w:r>
      <w:r w:rsidRPr="00F7025A">
        <w:rPr>
          <w:rFonts w:eastAsia="Arial"/>
        </w:rPr>
        <w:t>uveden</w:t>
      </w:r>
      <w:r w:rsidR="00CC6AA4" w:rsidRPr="00F7025A">
        <w:rPr>
          <w:rFonts w:eastAsia="Arial"/>
        </w:rPr>
        <w:t>ou</w:t>
      </w:r>
      <w:r w:rsidRPr="00F7025A">
        <w:rPr>
          <w:rFonts w:eastAsia="Arial"/>
        </w:rPr>
        <w:t xml:space="preserve"> v příloze č. 1 této smlouvy, pokud z povahy jednotlivých ustanovení této smlouvy nevyplývá něco jiného.</w:t>
      </w:r>
      <w:bookmarkEnd w:id="2"/>
      <w:r w:rsidRPr="00F7025A">
        <w:rPr>
          <w:rFonts w:eastAsia="Arial"/>
        </w:rPr>
        <w:t xml:space="preserve"> </w:t>
      </w:r>
      <w:r w:rsidR="00F7025A" w:rsidRPr="00F7025A">
        <w:rPr>
          <w:rFonts w:ascii="Arial" w:eastAsia="Arial" w:hAnsi="Arial" w:cs="Arial"/>
        </w:rPr>
        <w:t xml:space="preserve">Zařízení musí být nové, nerepasované a nepoužité. Zařízení musí mít platný certifikát CE a musí být provozovatelné v běžné instalační síti v České republice (230 V/50 Hz). </w:t>
      </w:r>
    </w:p>
    <w:p w14:paraId="07C25105" w14:textId="77777777" w:rsidR="006D3511" w:rsidRPr="00280DA6" w:rsidRDefault="006D3511" w:rsidP="006D3511">
      <w:pPr>
        <w:pStyle w:val="Default"/>
        <w:numPr>
          <w:ilvl w:val="0"/>
          <w:numId w:val="1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00280DA6">
        <w:rPr>
          <w:rFonts w:eastAsia="Arial"/>
          <w:color w:val="auto"/>
          <w:sz w:val="22"/>
          <w:szCs w:val="22"/>
        </w:rPr>
        <w:t xml:space="preserve">Součástí závazku prodávajícího dle předchozího odstavce je: </w:t>
      </w:r>
    </w:p>
    <w:p w14:paraId="667400BF" w14:textId="54D8BEC1" w:rsidR="00280DA6" w:rsidRPr="00280DA6" w:rsidRDefault="006055D8" w:rsidP="00280DA6">
      <w:pPr>
        <w:pStyle w:val="Default"/>
        <w:numPr>
          <w:ilvl w:val="0"/>
          <w:numId w:val="15"/>
        </w:numPr>
        <w:spacing w:after="120" w:line="276" w:lineRule="auto"/>
        <w:jc w:val="both"/>
        <w:rPr>
          <w:color w:val="auto"/>
          <w:sz w:val="22"/>
          <w:szCs w:val="22"/>
        </w:rPr>
      </w:pPr>
      <w:bookmarkStart w:id="3" w:name="_Hlk42677878"/>
      <w:r w:rsidRPr="006055D8">
        <w:rPr>
          <w:rFonts w:eastAsia="Arial"/>
          <w:color w:val="auto"/>
          <w:sz w:val="22"/>
          <w:szCs w:val="22"/>
        </w:rPr>
        <w:t>doprava zařízení do objektu kupujícího uvedeného v čl. III odst. 1 této smlouvy</w:t>
      </w:r>
      <w:bookmarkEnd w:id="3"/>
      <w:r w:rsidR="00280DA6" w:rsidRPr="00280DA6">
        <w:rPr>
          <w:rFonts w:eastAsia="Arial"/>
          <w:color w:val="auto"/>
          <w:sz w:val="22"/>
          <w:szCs w:val="22"/>
        </w:rPr>
        <w:t xml:space="preserve">; </w:t>
      </w:r>
    </w:p>
    <w:p w14:paraId="45501864" w14:textId="5684F78B" w:rsidR="00280DA6" w:rsidRPr="00E53613" w:rsidRDefault="00EB1A1E" w:rsidP="00280DA6">
      <w:pPr>
        <w:pStyle w:val="Default"/>
        <w:numPr>
          <w:ilvl w:val="0"/>
          <w:numId w:val="15"/>
        </w:numPr>
        <w:spacing w:after="120" w:line="276" w:lineRule="auto"/>
        <w:jc w:val="both"/>
        <w:rPr>
          <w:rFonts w:eastAsia="Arial"/>
          <w:color w:val="auto"/>
          <w:sz w:val="22"/>
          <w:szCs w:val="22"/>
        </w:rPr>
      </w:pPr>
      <w:r>
        <w:rPr>
          <w:rFonts w:eastAsia="Arial"/>
          <w:sz w:val="22"/>
          <w:szCs w:val="22"/>
        </w:rPr>
        <w:t>uvedení zařízení do provozu</w:t>
      </w:r>
      <w:r w:rsidR="00F7025A">
        <w:rPr>
          <w:rFonts w:eastAsia="Arial"/>
          <w:sz w:val="22"/>
          <w:szCs w:val="22"/>
        </w:rPr>
        <w:t>, kontrola, kalibrace</w:t>
      </w:r>
      <w:r w:rsidR="006D3511" w:rsidRPr="00E53613">
        <w:rPr>
          <w:rFonts w:eastAsia="Arial"/>
          <w:color w:val="auto"/>
          <w:sz w:val="22"/>
          <w:szCs w:val="22"/>
        </w:rPr>
        <w:t>;</w:t>
      </w:r>
    </w:p>
    <w:p w14:paraId="5B6A60FE" w14:textId="575EC909" w:rsidR="00280DA6" w:rsidRPr="00280DA6" w:rsidRDefault="006D3511" w:rsidP="00280DA6">
      <w:pPr>
        <w:pStyle w:val="Default"/>
        <w:numPr>
          <w:ilvl w:val="0"/>
          <w:numId w:val="15"/>
        </w:numPr>
        <w:spacing w:after="120" w:line="276" w:lineRule="auto"/>
        <w:jc w:val="both"/>
        <w:rPr>
          <w:sz w:val="22"/>
          <w:szCs w:val="22"/>
        </w:rPr>
      </w:pPr>
      <w:r w:rsidRPr="57415674">
        <w:rPr>
          <w:rFonts w:eastAsia="Arial"/>
          <w:sz w:val="22"/>
          <w:szCs w:val="22"/>
        </w:rPr>
        <w:t xml:space="preserve">předání dokladů a dokumentů vztahujících se k užívání dodaného zařízení (zejména návod k obsluze a údržbě v českém </w:t>
      </w:r>
      <w:r w:rsidR="00F135E9">
        <w:rPr>
          <w:rFonts w:eastAsia="Arial"/>
          <w:sz w:val="22"/>
          <w:szCs w:val="22"/>
        </w:rPr>
        <w:t xml:space="preserve">nebo </w:t>
      </w:r>
      <w:r w:rsidRPr="57415674">
        <w:rPr>
          <w:rFonts w:eastAsia="Arial"/>
          <w:sz w:val="22"/>
          <w:szCs w:val="22"/>
        </w:rPr>
        <w:t>anglickém jazyce, záruční a dodací list a prohlášení o shodě)</w:t>
      </w:r>
      <w:r w:rsidR="00BE3E18" w:rsidRPr="57415674">
        <w:rPr>
          <w:rFonts w:eastAsia="Arial"/>
          <w:sz w:val="22"/>
          <w:szCs w:val="22"/>
        </w:rPr>
        <w:t>;</w:t>
      </w:r>
    </w:p>
    <w:p w14:paraId="51654784" w14:textId="3C5525DF" w:rsidR="00F7025A" w:rsidRPr="00F7025A" w:rsidRDefault="006D3511" w:rsidP="00F7025A">
      <w:pPr>
        <w:pStyle w:val="Odstavecseseznamem"/>
        <w:numPr>
          <w:ilvl w:val="0"/>
          <w:numId w:val="15"/>
        </w:numPr>
        <w:rPr>
          <w:rFonts w:ascii="Arial" w:eastAsia="Calibri" w:hAnsi="Arial" w:cs="Arial"/>
          <w:color w:val="000000"/>
        </w:rPr>
      </w:pPr>
      <w:r w:rsidRPr="57415674">
        <w:rPr>
          <w:rFonts w:eastAsia="Arial"/>
        </w:rPr>
        <w:t xml:space="preserve">zaškolení určených zaměstnanců kupujícího k obsluze a údržbě zařízení v počtu minimálně </w:t>
      </w:r>
      <w:r w:rsidR="00F7025A">
        <w:rPr>
          <w:rFonts w:eastAsia="Arial"/>
        </w:rPr>
        <w:t>3</w:t>
      </w:r>
      <w:r w:rsidRPr="57415674">
        <w:rPr>
          <w:rFonts w:eastAsia="Arial"/>
        </w:rPr>
        <w:t xml:space="preserve"> (</w:t>
      </w:r>
      <w:r w:rsidR="004E12CC">
        <w:rPr>
          <w:rFonts w:eastAsia="Arial"/>
        </w:rPr>
        <w:t xml:space="preserve">slovy: </w:t>
      </w:r>
      <w:r w:rsidR="00F7025A">
        <w:rPr>
          <w:rFonts w:eastAsia="Arial"/>
        </w:rPr>
        <w:t>tří</w:t>
      </w:r>
      <w:r w:rsidRPr="57415674">
        <w:rPr>
          <w:rFonts w:eastAsia="Arial"/>
        </w:rPr>
        <w:t xml:space="preserve">) osob (dále jen </w:t>
      </w:r>
      <w:r w:rsidRPr="57415674">
        <w:rPr>
          <w:rFonts w:eastAsia="Arial"/>
          <w:b/>
          <w:bCs/>
        </w:rPr>
        <w:t>„zaškolení obsluhy</w:t>
      </w:r>
      <w:r w:rsidRPr="57415674">
        <w:rPr>
          <w:rFonts w:eastAsia="Arial"/>
        </w:rPr>
        <w:t xml:space="preserve">“) v délce nejméně </w:t>
      </w:r>
      <w:r w:rsidR="00304F86">
        <w:rPr>
          <w:rFonts w:eastAsia="Arial"/>
        </w:rPr>
        <w:t>4</w:t>
      </w:r>
      <w:r w:rsidRPr="57415674">
        <w:rPr>
          <w:rFonts w:eastAsia="Arial"/>
        </w:rPr>
        <w:t xml:space="preserve"> (slovy: </w:t>
      </w:r>
      <w:r w:rsidR="000169CA">
        <w:rPr>
          <w:rFonts w:eastAsia="Arial"/>
        </w:rPr>
        <w:t>čtyř</w:t>
      </w:r>
      <w:r w:rsidRPr="57415674">
        <w:rPr>
          <w:rFonts w:eastAsia="Arial"/>
        </w:rPr>
        <w:t>) hodin v</w:t>
      </w:r>
      <w:r w:rsidR="00505771">
        <w:rPr>
          <w:rFonts w:eastAsia="Arial"/>
        </w:rPr>
        <w:t xml:space="preserve"> českém nebo </w:t>
      </w:r>
      <w:r w:rsidRPr="57415674">
        <w:rPr>
          <w:rFonts w:eastAsia="Arial"/>
        </w:rPr>
        <w:t>anglickém jazyce</w:t>
      </w:r>
      <w:r w:rsidR="001128DA">
        <w:rPr>
          <w:rFonts w:eastAsia="Arial"/>
        </w:rPr>
        <w:t>.</w:t>
      </w:r>
    </w:p>
    <w:p w14:paraId="3302E20B" w14:textId="05FE2422" w:rsidR="006D3511" w:rsidRDefault="006D3511" w:rsidP="00541900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</w:rPr>
      </w:pPr>
      <w:r w:rsidRPr="009632F9">
        <w:rPr>
          <w:rFonts w:ascii="Arial" w:eastAsia="Arial" w:hAnsi="Arial" w:cs="Arial"/>
        </w:rPr>
        <w:t xml:space="preserve">Kupující se zavazuje zařízení uvedené v odst. </w:t>
      </w:r>
      <w:r w:rsidR="004C7F52">
        <w:rPr>
          <w:rFonts w:ascii="Arial" w:eastAsia="Arial" w:hAnsi="Arial" w:cs="Arial"/>
        </w:rPr>
        <w:t>2</w:t>
      </w:r>
      <w:r w:rsidRPr="009632F9">
        <w:rPr>
          <w:rFonts w:ascii="Arial" w:eastAsia="Arial" w:hAnsi="Arial" w:cs="Arial"/>
        </w:rPr>
        <w:t xml:space="preserve"> tohoto článku převzít a zaplatit za něj cenu podle této smlouvy. </w:t>
      </w:r>
    </w:p>
    <w:p w14:paraId="4D5CFB05" w14:textId="77777777" w:rsidR="00541900" w:rsidRPr="00541900" w:rsidRDefault="00541900" w:rsidP="00541900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Calibri" w:hAnsi="Arial" w:cs="Arial"/>
        </w:rPr>
      </w:pPr>
    </w:p>
    <w:p w14:paraId="10A68768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III.</w:t>
      </w:r>
    </w:p>
    <w:p w14:paraId="5FA5583A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LHŮT</w:t>
      </w:r>
      <w:r>
        <w:rPr>
          <w:rFonts w:eastAsia="Arial"/>
          <w:b/>
          <w:bCs/>
          <w:color w:val="auto"/>
          <w:sz w:val="22"/>
          <w:szCs w:val="22"/>
        </w:rPr>
        <w:t>A</w:t>
      </w:r>
      <w:r w:rsidRPr="62464FF7">
        <w:rPr>
          <w:rFonts w:eastAsia="Arial"/>
          <w:b/>
          <w:bCs/>
          <w:color w:val="auto"/>
          <w:sz w:val="22"/>
          <w:szCs w:val="22"/>
        </w:rPr>
        <w:t xml:space="preserve"> A MÍSTO PLNĚNÍ</w:t>
      </w:r>
    </w:p>
    <w:p w14:paraId="653692CB" w14:textId="2F4AFAD9" w:rsidR="006D3511" w:rsidRPr="00BB4587" w:rsidRDefault="006D3511" w:rsidP="006D3511">
      <w:pPr>
        <w:pStyle w:val="Default"/>
        <w:numPr>
          <w:ilvl w:val="0"/>
          <w:numId w:val="2"/>
        </w:numPr>
        <w:spacing w:after="120" w:line="276" w:lineRule="auto"/>
        <w:ind w:left="426" w:hanging="426"/>
        <w:jc w:val="both"/>
        <w:rPr>
          <w:color w:val="auto"/>
          <w:sz w:val="20"/>
          <w:szCs w:val="20"/>
        </w:rPr>
      </w:pPr>
      <w:r w:rsidRPr="2AD7E169">
        <w:rPr>
          <w:color w:val="auto"/>
          <w:sz w:val="22"/>
          <w:szCs w:val="22"/>
        </w:rPr>
        <w:t xml:space="preserve">Prodávající je povinen </w:t>
      </w:r>
      <w:r w:rsidR="00BB4587" w:rsidRPr="2AD7E169">
        <w:rPr>
          <w:rFonts w:eastAsia="Arial"/>
          <w:sz w:val="22"/>
          <w:szCs w:val="22"/>
        </w:rPr>
        <w:t xml:space="preserve">dodat zařízení specifikované v čl. II odst. 2 této smlouvy včetně uživatelské dokumentace dle čl. II odst. 3 písm. </w:t>
      </w:r>
      <w:r w:rsidR="00BB1236" w:rsidRPr="2AD7E169">
        <w:rPr>
          <w:rFonts w:eastAsia="Arial"/>
          <w:sz w:val="22"/>
          <w:szCs w:val="22"/>
        </w:rPr>
        <w:t>c</w:t>
      </w:r>
      <w:r w:rsidR="00BB4587" w:rsidRPr="2AD7E169">
        <w:rPr>
          <w:rFonts w:eastAsia="Arial"/>
          <w:sz w:val="22"/>
          <w:szCs w:val="22"/>
        </w:rPr>
        <w:t xml:space="preserve">) této smlouvy do objektu kupujícího na adrese </w:t>
      </w:r>
      <w:r w:rsidR="00BB4587" w:rsidRPr="2AD7E169">
        <w:rPr>
          <w:rFonts w:eastAsia="Arial"/>
          <w:b/>
          <w:bCs/>
          <w:sz w:val="22"/>
          <w:szCs w:val="22"/>
        </w:rPr>
        <w:t xml:space="preserve">Ústav fotoniky a elektroniky AV ČR, v. v. i., Chaberská 1014/57, 182 </w:t>
      </w:r>
      <w:r w:rsidR="004E52C3" w:rsidRPr="2AD7E169">
        <w:rPr>
          <w:rFonts w:eastAsia="Arial"/>
          <w:b/>
          <w:bCs/>
          <w:sz w:val="22"/>
          <w:szCs w:val="22"/>
        </w:rPr>
        <w:t xml:space="preserve">00 </w:t>
      </w:r>
      <w:r w:rsidR="00BB4587" w:rsidRPr="2AD7E169">
        <w:rPr>
          <w:rFonts w:eastAsia="Arial"/>
          <w:b/>
          <w:bCs/>
          <w:sz w:val="22"/>
          <w:szCs w:val="22"/>
        </w:rPr>
        <w:t>Praha 8</w:t>
      </w:r>
      <w:r w:rsidR="00BB4587" w:rsidRPr="2AD7E169">
        <w:rPr>
          <w:rFonts w:eastAsia="Arial"/>
          <w:sz w:val="22"/>
          <w:szCs w:val="22"/>
        </w:rPr>
        <w:t xml:space="preserve"> (dále jen „</w:t>
      </w:r>
      <w:r w:rsidR="00BB4587" w:rsidRPr="2AD7E169">
        <w:rPr>
          <w:rFonts w:eastAsia="Arial"/>
          <w:b/>
          <w:bCs/>
          <w:sz w:val="22"/>
          <w:szCs w:val="22"/>
        </w:rPr>
        <w:t>objekt kupujícího</w:t>
      </w:r>
      <w:r w:rsidR="00BB4587" w:rsidRPr="2AD7E169">
        <w:rPr>
          <w:rFonts w:eastAsia="Arial"/>
          <w:sz w:val="22"/>
          <w:szCs w:val="22"/>
        </w:rPr>
        <w:t xml:space="preserve">“), a to </w:t>
      </w:r>
      <w:bookmarkStart w:id="4" w:name="_Hlk54252652"/>
      <w:r w:rsidR="00CE258E" w:rsidRPr="2AD7E169">
        <w:rPr>
          <w:rFonts w:eastAsia="Arial"/>
          <w:b/>
          <w:bCs/>
          <w:sz w:val="22"/>
          <w:szCs w:val="22"/>
        </w:rPr>
        <w:t>nejpozději d</w:t>
      </w:r>
      <w:r w:rsidR="00913841" w:rsidRPr="2AD7E169">
        <w:rPr>
          <w:rFonts w:eastAsia="Arial"/>
          <w:b/>
          <w:bCs/>
          <w:sz w:val="22"/>
          <w:szCs w:val="22"/>
        </w:rPr>
        <w:t>o</w:t>
      </w:r>
      <w:bookmarkEnd w:id="4"/>
      <w:r w:rsidR="00867FCF">
        <w:rPr>
          <w:rFonts w:eastAsia="Arial"/>
          <w:b/>
          <w:bCs/>
          <w:sz w:val="22"/>
          <w:szCs w:val="22"/>
        </w:rPr>
        <w:t xml:space="preserve"> tří měsíců ode dne nabytí účinnosti této smlouvy</w:t>
      </w:r>
      <w:r w:rsidR="00BB4587" w:rsidRPr="2AD7E169">
        <w:rPr>
          <w:rFonts w:eastAsia="Arial"/>
          <w:sz w:val="22"/>
          <w:szCs w:val="22"/>
        </w:rPr>
        <w:t>.</w:t>
      </w:r>
      <w:r w:rsidR="00BB4587" w:rsidRPr="2AD7E169">
        <w:rPr>
          <w:rFonts w:eastAsia="Arial"/>
          <w:sz w:val="20"/>
          <w:szCs w:val="20"/>
        </w:rPr>
        <w:t xml:space="preserve"> </w:t>
      </w:r>
    </w:p>
    <w:p w14:paraId="764C0515" w14:textId="51A7E75C" w:rsidR="00BB4587" w:rsidRDefault="00BB4587" w:rsidP="00BB4587">
      <w:pPr>
        <w:pStyle w:val="Default"/>
        <w:spacing w:after="120" w:line="276" w:lineRule="auto"/>
        <w:ind w:left="426"/>
        <w:jc w:val="both"/>
        <w:rPr>
          <w:color w:val="auto"/>
          <w:sz w:val="20"/>
          <w:szCs w:val="20"/>
        </w:rPr>
      </w:pPr>
    </w:p>
    <w:p w14:paraId="31639A8D" w14:textId="77777777" w:rsidR="00541900" w:rsidRPr="00BB4587" w:rsidRDefault="00541900" w:rsidP="00BB4587">
      <w:pPr>
        <w:pStyle w:val="Default"/>
        <w:spacing w:after="120" w:line="276" w:lineRule="auto"/>
        <w:ind w:left="426"/>
        <w:jc w:val="both"/>
        <w:rPr>
          <w:color w:val="auto"/>
          <w:sz w:val="20"/>
          <w:szCs w:val="20"/>
        </w:rPr>
      </w:pPr>
    </w:p>
    <w:p w14:paraId="176E0BA3" w14:textId="77777777" w:rsidR="006D3511" w:rsidRPr="00893D98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IV.</w:t>
      </w:r>
    </w:p>
    <w:p w14:paraId="73C13D36" w14:textId="77777777" w:rsidR="006D3511" w:rsidRPr="00893D98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CENA</w:t>
      </w:r>
    </w:p>
    <w:p w14:paraId="57562804" w14:textId="0E7A8061" w:rsidR="006D3511" w:rsidRPr="00893D98" w:rsidRDefault="006D3511" w:rsidP="006D3511">
      <w:pPr>
        <w:pStyle w:val="Default"/>
        <w:numPr>
          <w:ilvl w:val="0"/>
          <w:numId w:val="3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Cena předmětu smlouvy podle čl. II odst. 2 a 3 této smlouvy je stanovena v českých korunách dohodou smluvních stran v souladu s nabídkou prodávajícího, která jím byla předložena v rámci </w:t>
      </w:r>
      <w:r w:rsidR="00904CD4">
        <w:rPr>
          <w:rFonts w:eastAsia="Arial"/>
          <w:color w:val="auto"/>
          <w:sz w:val="22"/>
          <w:szCs w:val="22"/>
        </w:rPr>
        <w:t>veřejné zakázky</w:t>
      </w:r>
      <w:r w:rsidRPr="62464FF7">
        <w:rPr>
          <w:rFonts w:eastAsia="Arial"/>
          <w:color w:val="auto"/>
          <w:sz w:val="22"/>
          <w:szCs w:val="22"/>
        </w:rPr>
        <w:t xml:space="preserve">, a činí bez DPH: </w:t>
      </w:r>
      <w:r w:rsidR="00023FC3">
        <w:rPr>
          <w:rFonts w:eastAsia="Arial"/>
          <w:color w:val="auto"/>
          <w:sz w:val="22"/>
          <w:szCs w:val="22"/>
        </w:rPr>
        <w:t xml:space="preserve"> </w:t>
      </w:r>
    </w:p>
    <w:p w14:paraId="1F4A14C5" w14:textId="77777777" w:rsidR="006D3511" w:rsidRPr="00D67AA1" w:rsidRDefault="006D3511" w:rsidP="006D3511">
      <w:pPr>
        <w:pStyle w:val="Default"/>
        <w:spacing w:after="120" w:line="276" w:lineRule="auto"/>
        <w:jc w:val="center"/>
        <w:rPr>
          <w:rFonts w:eastAsia="Arial"/>
          <w:color w:val="auto"/>
          <w:sz w:val="22"/>
          <w:szCs w:val="22"/>
        </w:rPr>
      </w:pPr>
      <w:bookmarkStart w:id="5" w:name="_Hlk94527498"/>
      <w:r w:rsidRPr="00D67AA1">
        <w:rPr>
          <w:rFonts w:eastAsia="Arial"/>
          <w:b/>
          <w:bCs/>
          <w:sz w:val="22"/>
          <w:szCs w:val="22"/>
          <w:highlight w:val="yellow"/>
        </w:rPr>
        <w:t>[•]</w:t>
      </w:r>
      <w:bookmarkEnd w:id="5"/>
      <w:r w:rsidRPr="00D67AA1">
        <w:rPr>
          <w:rFonts w:eastAsia="Arial"/>
          <w:b/>
          <w:bCs/>
          <w:sz w:val="22"/>
          <w:szCs w:val="22"/>
        </w:rPr>
        <w:t xml:space="preserve"> Kč</w:t>
      </w:r>
    </w:p>
    <w:p w14:paraId="06DF0BFF" w14:textId="6171264E" w:rsidR="006F66BE" w:rsidRPr="00F10E79" w:rsidRDefault="006D3511" w:rsidP="00F10E79">
      <w:pPr>
        <w:jc w:val="center"/>
        <w:rPr>
          <w:rFonts w:ascii="Arial" w:eastAsia="Arial" w:hAnsi="Arial" w:cs="Arial"/>
        </w:rPr>
      </w:pPr>
      <w:r w:rsidRPr="5469282F">
        <w:rPr>
          <w:rFonts w:ascii="Arial" w:eastAsia="Arial" w:hAnsi="Arial" w:cs="Arial"/>
        </w:rPr>
        <w:t xml:space="preserve">(slovy: </w:t>
      </w:r>
      <w:r w:rsidRPr="5469282F">
        <w:rPr>
          <w:rFonts w:ascii="Arial" w:eastAsia="Arial" w:hAnsi="Arial" w:cs="Arial"/>
          <w:b/>
          <w:bCs/>
          <w:highlight w:val="yellow"/>
        </w:rPr>
        <w:t>[•]</w:t>
      </w:r>
      <w:r w:rsidRPr="5469282F">
        <w:rPr>
          <w:rFonts w:ascii="Arial" w:eastAsia="Arial" w:hAnsi="Arial" w:cs="Arial"/>
          <w:b/>
          <w:bCs/>
        </w:rPr>
        <w:t xml:space="preserve"> korun českých</w:t>
      </w:r>
      <w:r w:rsidRPr="5469282F">
        <w:rPr>
          <w:rFonts w:ascii="Arial" w:eastAsia="Arial" w:hAnsi="Arial" w:cs="Arial"/>
        </w:rPr>
        <w:t xml:space="preserve">) </w:t>
      </w:r>
    </w:p>
    <w:p w14:paraId="6EEADC95" w14:textId="6CC63A8F" w:rsidR="006D3511" w:rsidRPr="00893D98" w:rsidRDefault="006D3511" w:rsidP="00E53613">
      <w:pPr>
        <w:rPr>
          <w:rFonts w:ascii="Arial" w:eastAsia="Arial" w:hAnsi="Arial" w:cs="Arial"/>
        </w:rPr>
      </w:pPr>
    </w:p>
    <w:p w14:paraId="2A32DFEE" w14:textId="1CB3024F" w:rsidR="00EB1A1E" w:rsidRDefault="006D3511" w:rsidP="00EB1A1E">
      <w:pPr>
        <w:pStyle w:val="Default"/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r w:rsidRPr="00AD3375">
        <w:rPr>
          <w:rFonts w:eastAsia="Arial"/>
          <w:color w:val="auto"/>
          <w:sz w:val="22"/>
          <w:szCs w:val="22"/>
        </w:rPr>
        <w:t xml:space="preserve">Cena stanovená v odst. 1 tohoto článku je cenou pevnou, kterou není přípustné změnit. </w:t>
      </w:r>
    </w:p>
    <w:p w14:paraId="78E7A313" w14:textId="00E832A4" w:rsidR="0028111F" w:rsidRPr="00EB1A1E" w:rsidRDefault="006D3511" w:rsidP="00EB1A1E">
      <w:pPr>
        <w:pStyle w:val="Default"/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bookmarkStart w:id="6" w:name="_Hlk94091879"/>
      <w:r w:rsidRPr="00EB1A1E">
        <w:rPr>
          <w:rFonts w:eastAsia="Arial"/>
          <w:sz w:val="22"/>
          <w:szCs w:val="22"/>
        </w:rPr>
        <w:lastRenderedPageBreak/>
        <w:t xml:space="preserve">K ceně dle </w:t>
      </w:r>
      <w:r w:rsidRPr="00EB1A1E">
        <w:rPr>
          <w:rFonts w:eastAsia="Arial"/>
          <w:color w:val="auto"/>
          <w:sz w:val="22"/>
          <w:szCs w:val="22"/>
        </w:rPr>
        <w:t xml:space="preserve">odst. 1 tohoto článku </w:t>
      </w:r>
      <w:r w:rsidRPr="00EB1A1E">
        <w:rPr>
          <w:rFonts w:eastAsia="Arial"/>
          <w:sz w:val="22"/>
          <w:szCs w:val="22"/>
        </w:rPr>
        <w:t>se připočte DPH podle právního předpisu platného v době uskutečnění zdanitelného plnění.</w:t>
      </w:r>
    </w:p>
    <w:bookmarkEnd w:id="6"/>
    <w:p w14:paraId="1778D364" w14:textId="77777777" w:rsidR="006D3511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1152712F" w14:textId="77777777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V.</w:t>
      </w:r>
    </w:p>
    <w:p w14:paraId="22CCC0FD" w14:textId="77777777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2F060F">
        <w:rPr>
          <w:rFonts w:eastAsia="Arial"/>
          <w:b/>
          <w:bCs/>
          <w:color w:val="auto"/>
          <w:sz w:val="22"/>
          <w:szCs w:val="22"/>
        </w:rPr>
        <w:t>PLATEBNÍ PODMÍNKY</w:t>
      </w:r>
    </w:p>
    <w:p w14:paraId="24146422" w14:textId="4ED186A6" w:rsidR="006D3511" w:rsidRPr="004259F6" w:rsidRDefault="006D3511" w:rsidP="004259F6">
      <w:pPr>
        <w:pStyle w:val="Odstavecseseznamem"/>
        <w:numPr>
          <w:ilvl w:val="0"/>
          <w:numId w:val="4"/>
        </w:numPr>
        <w:rPr>
          <w:rFonts w:ascii="Arial" w:eastAsia="Arial" w:hAnsi="Arial" w:cs="Arial"/>
        </w:rPr>
      </w:pPr>
      <w:r w:rsidRPr="004259F6">
        <w:rPr>
          <w:rFonts w:eastAsia="Arial"/>
        </w:rPr>
        <w:t>Cena podle čl. IV odst. 1 této smlouvy bude uhrazena kupujícím po řádném dodání</w:t>
      </w:r>
      <w:r w:rsidR="00ED194F" w:rsidRPr="004259F6">
        <w:rPr>
          <w:rFonts w:eastAsia="Arial"/>
        </w:rPr>
        <w:t xml:space="preserve"> zařízení</w:t>
      </w:r>
      <w:r w:rsidRPr="004259F6">
        <w:rPr>
          <w:rFonts w:eastAsia="Arial"/>
        </w:rPr>
        <w:t xml:space="preserve"> na základě daňového dokladu (faktury) vystavené prodávajícím.</w:t>
      </w:r>
      <w:r w:rsidR="004259F6" w:rsidRPr="004259F6">
        <w:t xml:space="preserve"> </w:t>
      </w:r>
      <w:r w:rsidR="004259F6" w:rsidRPr="004259F6">
        <w:rPr>
          <w:rFonts w:ascii="Arial" w:eastAsia="Arial" w:hAnsi="Arial" w:cs="Arial"/>
        </w:rPr>
        <w:t xml:space="preserve">Veškeré platby, které mají být dle této smlouvy učiněny, budou provedeny v české měně. </w:t>
      </w:r>
    </w:p>
    <w:p w14:paraId="3D5224FF" w14:textId="21AF871F" w:rsidR="006D3511" w:rsidRPr="00014B74" w:rsidRDefault="006D3511" w:rsidP="006D3511">
      <w:pPr>
        <w:pStyle w:val="Default"/>
        <w:numPr>
          <w:ilvl w:val="0"/>
          <w:numId w:val="4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Právo vystavit daňový doklad (fakturu) za dodávku zařízení vzniká prodávajícímu v den podpisu </w:t>
      </w:r>
      <w:r>
        <w:rPr>
          <w:rFonts w:eastAsia="Arial"/>
          <w:color w:val="auto"/>
          <w:sz w:val="22"/>
          <w:szCs w:val="22"/>
        </w:rPr>
        <w:t>Dodacího listu dle čl. VI odst. 2 této smlouvy.</w:t>
      </w:r>
    </w:p>
    <w:p w14:paraId="136230C4" w14:textId="77777777" w:rsidR="006D3511" w:rsidRDefault="006D3511" w:rsidP="006D3511">
      <w:pPr>
        <w:pStyle w:val="Default"/>
        <w:numPr>
          <w:ilvl w:val="0"/>
          <w:numId w:val="4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Kupující neposkytuje prodávajícímu jakékoli zálohy na cenu. </w:t>
      </w:r>
    </w:p>
    <w:p w14:paraId="38F598C9" w14:textId="77777777" w:rsidR="006D3511" w:rsidRDefault="006D3511" w:rsidP="006D3511">
      <w:pPr>
        <w:pStyle w:val="Default"/>
        <w:numPr>
          <w:ilvl w:val="0"/>
          <w:numId w:val="4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Faktura (daňový doklad) musí obsahovat evidenční číslo smlouvy uvedené na této smlouvě a veškeré údaje vyžadované právními předpisy, zejména příslušnými ustanoveními zákona č. 235/2004 Sb., o dani z přidané hodnoty, ve znění pozdějších předpisů a § 435 zákona č. 89/2012 Sb., občanský zákoník. </w:t>
      </w:r>
    </w:p>
    <w:p w14:paraId="40F318BB" w14:textId="77777777" w:rsidR="006D3511" w:rsidRDefault="006D3511" w:rsidP="006D3511">
      <w:pPr>
        <w:pStyle w:val="Default"/>
        <w:numPr>
          <w:ilvl w:val="0"/>
          <w:numId w:val="4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Neobsahuje-li faktura (daňový doklad) některou z požadovaných náležitostí, nebo obsahuje-li nesprávné cenové údaje, anebo, je-li faktura (daňový doklad) vystavena v rozporu s platebními podmínkami, anebo bankovní účet prodávajícího uvedený na faktuře (daňovém dokladu) není řádně registrovaný v databázi „Registrů plátců DPH“ je kupující oprávněn fakturu (daňový doklad) vrátit prodávajícímu k opravě. V tomto případě je kupující povinen na fakturu (daňový doklad) nebo v průvodním dopise k ní, důvod vrácení označit. Doba splatnosti nové (opravené) faktury (daňového dokladu) začíná znovu běžet ode dne jejího prokazatelného doručení prodávajícímu. </w:t>
      </w:r>
    </w:p>
    <w:p w14:paraId="4908A33D" w14:textId="77777777" w:rsidR="006D3511" w:rsidRDefault="006D3511" w:rsidP="006D3511">
      <w:pPr>
        <w:pStyle w:val="Default"/>
        <w:numPr>
          <w:ilvl w:val="0"/>
          <w:numId w:val="4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Faktura (daňový doklad) je splatná ve lhůtě 30 (slovy: třiceti) kalendářních dnů ode dne jejího vystavení. Faktura (daňový doklad) je považována za zaplacenou okamžikem připsání příslušné finanční částky na účet prodávajícího, uvedeného na titulní stránce této smlouvy. </w:t>
      </w:r>
    </w:p>
    <w:p w14:paraId="011AC2A0" w14:textId="77777777" w:rsidR="006D3511" w:rsidRDefault="006D3511" w:rsidP="00ED194F">
      <w:pPr>
        <w:pStyle w:val="Default"/>
        <w:spacing w:after="120" w:line="276" w:lineRule="auto"/>
        <w:jc w:val="both"/>
        <w:rPr>
          <w:rFonts w:eastAsia="Arial"/>
          <w:color w:val="auto"/>
          <w:sz w:val="22"/>
          <w:szCs w:val="22"/>
        </w:rPr>
      </w:pPr>
    </w:p>
    <w:p w14:paraId="69C0AA60" w14:textId="77777777" w:rsidR="00CF177E" w:rsidRPr="0086584E" w:rsidRDefault="00CF177E" w:rsidP="00ED194F">
      <w:pPr>
        <w:pStyle w:val="Default"/>
        <w:spacing w:after="120" w:line="276" w:lineRule="auto"/>
        <w:jc w:val="both"/>
        <w:rPr>
          <w:rFonts w:eastAsia="Arial"/>
          <w:color w:val="auto"/>
          <w:sz w:val="22"/>
          <w:szCs w:val="22"/>
        </w:rPr>
      </w:pPr>
    </w:p>
    <w:p w14:paraId="7AA924D4" w14:textId="222070FF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VI.</w:t>
      </w:r>
    </w:p>
    <w:p w14:paraId="45F6C0E7" w14:textId="77777777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F77AE4">
        <w:rPr>
          <w:rFonts w:eastAsia="Arial"/>
          <w:b/>
          <w:bCs/>
          <w:color w:val="auto"/>
          <w:sz w:val="22"/>
          <w:szCs w:val="22"/>
        </w:rPr>
        <w:t>DODACÍ PODMÍNKY</w:t>
      </w:r>
    </w:p>
    <w:p w14:paraId="26532E05" w14:textId="5D29E26B" w:rsidR="006D3511" w:rsidRDefault="006D3511" w:rsidP="006D3511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je povinen </w:t>
      </w:r>
      <w:r>
        <w:rPr>
          <w:rFonts w:eastAsia="Arial"/>
          <w:color w:val="auto"/>
          <w:sz w:val="22"/>
          <w:szCs w:val="22"/>
        </w:rPr>
        <w:t>zařízení</w:t>
      </w:r>
      <w:r w:rsidRPr="62464FF7">
        <w:rPr>
          <w:rFonts w:eastAsia="Arial"/>
          <w:color w:val="auto"/>
          <w:sz w:val="22"/>
          <w:szCs w:val="22"/>
        </w:rPr>
        <w:t xml:space="preserve"> řádně zabalit a zajistit jeho bezpečnou přepravu na své náklady a nebezpečí do objektu kupujícího. </w:t>
      </w:r>
      <w:r w:rsidR="00DF38B9" w:rsidRPr="00DF38B9">
        <w:rPr>
          <w:rFonts w:eastAsia="Arial"/>
          <w:color w:val="auto"/>
          <w:sz w:val="22"/>
          <w:szCs w:val="22"/>
        </w:rPr>
        <w:t xml:space="preserve">Prodávající je povinen prokazatelným způsobem vyrozumět kupujícího </w:t>
      </w:r>
      <w:r w:rsidR="00DF38B9" w:rsidRPr="008163F2">
        <w:rPr>
          <w:rFonts w:eastAsia="Arial"/>
          <w:color w:val="auto"/>
          <w:sz w:val="22"/>
          <w:szCs w:val="22"/>
        </w:rPr>
        <w:t xml:space="preserve">nejméně </w:t>
      </w:r>
      <w:r w:rsidR="00F135E9" w:rsidRPr="008163F2">
        <w:rPr>
          <w:rFonts w:eastAsia="Arial"/>
          <w:color w:val="auto"/>
          <w:sz w:val="22"/>
          <w:szCs w:val="22"/>
        </w:rPr>
        <w:t>10</w:t>
      </w:r>
      <w:r w:rsidR="00DF38B9" w:rsidRPr="008163F2">
        <w:rPr>
          <w:rFonts w:eastAsia="Arial"/>
          <w:color w:val="auto"/>
          <w:sz w:val="22"/>
          <w:szCs w:val="22"/>
        </w:rPr>
        <w:t xml:space="preserve"> (slovy: </w:t>
      </w:r>
      <w:r w:rsidR="00F135E9" w:rsidRPr="008163F2">
        <w:rPr>
          <w:rFonts w:eastAsia="Arial"/>
          <w:color w:val="auto"/>
          <w:sz w:val="22"/>
          <w:szCs w:val="22"/>
        </w:rPr>
        <w:t>deset</w:t>
      </w:r>
      <w:r w:rsidR="00DF38B9" w:rsidRPr="008163F2">
        <w:rPr>
          <w:rFonts w:eastAsia="Arial"/>
          <w:color w:val="auto"/>
          <w:sz w:val="22"/>
          <w:szCs w:val="22"/>
        </w:rPr>
        <w:t>) pracovní</w:t>
      </w:r>
      <w:r w:rsidR="00F135E9" w:rsidRPr="008163F2">
        <w:rPr>
          <w:rFonts w:eastAsia="Arial"/>
          <w:color w:val="auto"/>
          <w:sz w:val="22"/>
          <w:szCs w:val="22"/>
        </w:rPr>
        <w:t>ch</w:t>
      </w:r>
      <w:r w:rsidR="00DF38B9" w:rsidRPr="008163F2">
        <w:rPr>
          <w:rFonts w:eastAsia="Arial"/>
          <w:color w:val="auto"/>
          <w:sz w:val="22"/>
          <w:szCs w:val="22"/>
        </w:rPr>
        <w:t xml:space="preserve"> dn</w:t>
      </w:r>
      <w:r w:rsidR="00F135E9" w:rsidRPr="008163F2">
        <w:rPr>
          <w:rFonts w:eastAsia="Arial"/>
          <w:color w:val="auto"/>
          <w:sz w:val="22"/>
          <w:szCs w:val="22"/>
        </w:rPr>
        <w:t>ů</w:t>
      </w:r>
      <w:r w:rsidR="00DF38B9" w:rsidRPr="00DF38B9">
        <w:rPr>
          <w:rFonts w:eastAsia="Arial"/>
          <w:color w:val="auto"/>
          <w:sz w:val="22"/>
          <w:szCs w:val="22"/>
        </w:rPr>
        <w:t xml:space="preserve"> předem o datu dodání zařízení do objektu kupujícího.  </w:t>
      </w:r>
    </w:p>
    <w:p w14:paraId="782E028D" w14:textId="6400AFC8" w:rsidR="008259CA" w:rsidRDefault="006D3511" w:rsidP="00CE258E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Současně s</w:t>
      </w:r>
      <w:r>
        <w:rPr>
          <w:rFonts w:eastAsia="Arial"/>
          <w:color w:val="auto"/>
          <w:sz w:val="22"/>
          <w:szCs w:val="22"/>
        </w:rPr>
        <w:t>e zařízením</w:t>
      </w:r>
      <w:r w:rsidRPr="62464FF7">
        <w:rPr>
          <w:rFonts w:eastAsia="Arial"/>
          <w:color w:val="auto"/>
          <w:sz w:val="22"/>
          <w:szCs w:val="22"/>
        </w:rPr>
        <w:t xml:space="preserve"> prodávající </w:t>
      </w:r>
      <w:r w:rsidR="00791F41">
        <w:rPr>
          <w:rFonts w:eastAsia="Arial"/>
          <w:color w:val="auto"/>
          <w:sz w:val="22"/>
          <w:szCs w:val="22"/>
        </w:rPr>
        <w:t>předá kupujícímu</w:t>
      </w:r>
      <w:r w:rsidR="00791F41" w:rsidRPr="62464FF7">
        <w:rPr>
          <w:rFonts w:eastAsia="Arial"/>
          <w:color w:val="auto"/>
          <w:sz w:val="22"/>
          <w:szCs w:val="22"/>
        </w:rPr>
        <w:t xml:space="preserve"> </w:t>
      </w:r>
      <w:r w:rsidRPr="62464FF7">
        <w:rPr>
          <w:rFonts w:eastAsia="Arial"/>
          <w:color w:val="auto"/>
          <w:sz w:val="22"/>
          <w:szCs w:val="22"/>
        </w:rPr>
        <w:t xml:space="preserve">dodací </w:t>
      </w:r>
      <w:r w:rsidRPr="000B7CA1">
        <w:rPr>
          <w:rFonts w:eastAsia="Arial"/>
          <w:color w:val="auto"/>
          <w:sz w:val="22"/>
          <w:szCs w:val="22"/>
        </w:rPr>
        <w:t>list</w:t>
      </w:r>
      <w:r w:rsidRPr="000B7CA1">
        <w:rPr>
          <w:sz w:val="22"/>
          <w:szCs w:val="22"/>
        </w:rPr>
        <w:t xml:space="preserve">, který bude potvrzen oběma smluvními stranami při </w:t>
      </w:r>
      <w:r w:rsidR="00791F41">
        <w:rPr>
          <w:sz w:val="22"/>
          <w:szCs w:val="22"/>
        </w:rPr>
        <w:t>splnění</w:t>
      </w:r>
      <w:r w:rsidR="00ED194F">
        <w:rPr>
          <w:sz w:val="22"/>
          <w:szCs w:val="22"/>
        </w:rPr>
        <w:t xml:space="preserve"> </w:t>
      </w:r>
      <w:r w:rsidR="008259CA">
        <w:rPr>
          <w:sz w:val="22"/>
          <w:szCs w:val="22"/>
        </w:rPr>
        <w:t xml:space="preserve">všech </w:t>
      </w:r>
      <w:r w:rsidR="00ED194F">
        <w:rPr>
          <w:sz w:val="22"/>
          <w:szCs w:val="22"/>
        </w:rPr>
        <w:t>závazk</w:t>
      </w:r>
      <w:r w:rsidR="00791F41">
        <w:rPr>
          <w:sz w:val="22"/>
          <w:szCs w:val="22"/>
        </w:rPr>
        <w:t>ů prodávajícího</w:t>
      </w:r>
      <w:r w:rsidR="00ED194F">
        <w:rPr>
          <w:sz w:val="22"/>
          <w:szCs w:val="22"/>
        </w:rPr>
        <w:t xml:space="preserve"> dle čl. II odst. 3 této smlouvy </w:t>
      </w:r>
      <w:r w:rsidRPr="000B7CA1">
        <w:rPr>
          <w:sz w:val="22"/>
          <w:szCs w:val="22"/>
        </w:rPr>
        <w:t>a bude sloužit jako protokol o předání</w:t>
      </w:r>
      <w:r>
        <w:rPr>
          <w:sz w:val="22"/>
          <w:szCs w:val="22"/>
        </w:rPr>
        <w:t xml:space="preserve"> a převzetí předmětu plnění (výše a dále jen „</w:t>
      </w:r>
      <w:r w:rsidRPr="000B7CA1">
        <w:rPr>
          <w:b/>
          <w:sz w:val="22"/>
          <w:szCs w:val="22"/>
        </w:rPr>
        <w:t>Dodací list</w:t>
      </w:r>
      <w:r>
        <w:rPr>
          <w:sz w:val="22"/>
          <w:szCs w:val="22"/>
        </w:rPr>
        <w:t>“)</w:t>
      </w:r>
      <w:r w:rsidRPr="000B7CA1">
        <w:rPr>
          <w:sz w:val="22"/>
          <w:szCs w:val="22"/>
        </w:rPr>
        <w:t xml:space="preserve">. </w:t>
      </w:r>
      <w:r w:rsidR="008259CA">
        <w:rPr>
          <w:sz w:val="22"/>
          <w:szCs w:val="22"/>
        </w:rPr>
        <w:lastRenderedPageBreak/>
        <w:t xml:space="preserve">Dodací list se může skládat z několika samostatných dokladů potvrzujících </w:t>
      </w:r>
      <w:r w:rsidR="008259CA" w:rsidRPr="000B7CA1">
        <w:rPr>
          <w:sz w:val="22"/>
          <w:szCs w:val="22"/>
        </w:rPr>
        <w:t xml:space="preserve">předání a převzetí </w:t>
      </w:r>
      <w:r w:rsidR="008259CA">
        <w:rPr>
          <w:sz w:val="22"/>
          <w:szCs w:val="22"/>
        </w:rPr>
        <w:t>zařízení či splnění jednotlivých závazků prodávajícího dle čl. II odst. 3 této smlouvy.</w:t>
      </w:r>
    </w:p>
    <w:p w14:paraId="4151C868" w14:textId="1A863169" w:rsidR="006D3511" w:rsidRPr="009163B7" w:rsidRDefault="006D3511" w:rsidP="006D3511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Prodávající</w:t>
      </w:r>
      <w:r w:rsidRPr="62464FF7">
        <w:rPr>
          <w:rFonts w:eastAsia="Arial"/>
          <w:sz w:val="22"/>
          <w:szCs w:val="22"/>
        </w:rPr>
        <w:t xml:space="preserve"> je povinen </w:t>
      </w:r>
      <w:r w:rsidR="002C4201">
        <w:rPr>
          <w:rFonts w:eastAsia="Arial"/>
          <w:sz w:val="22"/>
          <w:szCs w:val="22"/>
        </w:rPr>
        <w:t xml:space="preserve">nainstalovat, </w:t>
      </w:r>
      <w:r>
        <w:rPr>
          <w:rFonts w:eastAsia="Arial"/>
          <w:sz w:val="22"/>
          <w:szCs w:val="22"/>
        </w:rPr>
        <w:t xml:space="preserve">uvést do provozu a </w:t>
      </w:r>
      <w:r w:rsidRPr="62464FF7">
        <w:rPr>
          <w:rFonts w:eastAsia="Arial"/>
          <w:sz w:val="22"/>
          <w:szCs w:val="22"/>
        </w:rPr>
        <w:t>předat kupujícímu plně funkční</w:t>
      </w:r>
      <w:r w:rsidR="00ED194F">
        <w:rPr>
          <w:rFonts w:eastAsia="Arial"/>
          <w:sz w:val="22"/>
          <w:szCs w:val="22"/>
        </w:rPr>
        <w:t xml:space="preserve"> zařízení</w:t>
      </w:r>
      <w:r w:rsidRPr="62464FF7">
        <w:rPr>
          <w:rFonts w:eastAsia="Arial"/>
          <w:sz w:val="22"/>
          <w:szCs w:val="22"/>
        </w:rPr>
        <w:t xml:space="preserve">, včetně technické a další dokumentace. </w:t>
      </w:r>
      <w:r w:rsidR="00E3634F" w:rsidRPr="00E3634F">
        <w:rPr>
          <w:rFonts w:eastAsia="Arial"/>
          <w:sz w:val="22"/>
          <w:szCs w:val="22"/>
        </w:rPr>
        <w:t>Zařízení musí být nov</w:t>
      </w:r>
      <w:r w:rsidR="00E3634F">
        <w:rPr>
          <w:rFonts w:eastAsia="Arial"/>
          <w:sz w:val="22"/>
          <w:szCs w:val="22"/>
        </w:rPr>
        <w:t>é</w:t>
      </w:r>
      <w:r w:rsidR="00E3634F" w:rsidRPr="00E3634F">
        <w:rPr>
          <w:rFonts w:eastAsia="Arial"/>
          <w:sz w:val="22"/>
          <w:szCs w:val="22"/>
        </w:rPr>
        <w:t>, nesmí být použit</w:t>
      </w:r>
      <w:r w:rsidR="00E3634F">
        <w:rPr>
          <w:rFonts w:eastAsia="Arial"/>
          <w:sz w:val="22"/>
          <w:szCs w:val="22"/>
        </w:rPr>
        <w:t>é</w:t>
      </w:r>
      <w:r w:rsidR="00E3634F" w:rsidRPr="00E3634F">
        <w:rPr>
          <w:rFonts w:eastAsia="Arial"/>
          <w:sz w:val="22"/>
          <w:szCs w:val="22"/>
        </w:rPr>
        <w:t xml:space="preserve"> nebo jakkoliv repasovan</w:t>
      </w:r>
      <w:r w:rsidR="00E3634F">
        <w:rPr>
          <w:rFonts w:eastAsia="Arial"/>
          <w:sz w:val="22"/>
          <w:szCs w:val="22"/>
        </w:rPr>
        <w:t>é</w:t>
      </w:r>
      <w:r w:rsidR="00E3634F" w:rsidRPr="00E3634F">
        <w:rPr>
          <w:rFonts w:eastAsia="Arial"/>
          <w:sz w:val="22"/>
          <w:szCs w:val="22"/>
        </w:rPr>
        <w:t>. Dílčí nebo neřádná dodávka bránící užívání zařízení obvyklým způsobem je nepřípustná a z tohoto důvodu je možné odmítnout převzetí zařízení</w:t>
      </w:r>
      <w:r w:rsidRPr="62464FF7">
        <w:rPr>
          <w:rFonts w:eastAsia="Arial"/>
          <w:sz w:val="22"/>
          <w:szCs w:val="22"/>
        </w:rPr>
        <w:t xml:space="preserve">. </w:t>
      </w:r>
    </w:p>
    <w:p w14:paraId="79822807" w14:textId="180CDFE1" w:rsidR="006D3511" w:rsidRPr="009163B7" w:rsidRDefault="00E3634F" w:rsidP="006D3511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rFonts w:eastAsia="Arial"/>
          <w:color w:val="auto"/>
          <w:sz w:val="22"/>
          <w:szCs w:val="22"/>
        </w:rPr>
        <w:t>Zařízení</w:t>
      </w:r>
      <w:r w:rsidR="006D3511" w:rsidRPr="62464FF7">
        <w:rPr>
          <w:rFonts w:eastAsia="Arial"/>
          <w:color w:val="auto"/>
          <w:sz w:val="22"/>
          <w:szCs w:val="22"/>
        </w:rPr>
        <w:t xml:space="preserve"> </w:t>
      </w:r>
      <w:r w:rsidR="006D3511" w:rsidRPr="62464FF7">
        <w:rPr>
          <w:rFonts w:eastAsia="Arial"/>
          <w:sz w:val="22"/>
          <w:szCs w:val="22"/>
        </w:rPr>
        <w:t>musí být předán</w:t>
      </w:r>
      <w:r>
        <w:rPr>
          <w:rFonts w:eastAsia="Arial"/>
          <w:sz w:val="22"/>
          <w:szCs w:val="22"/>
        </w:rPr>
        <w:t>o</w:t>
      </w:r>
      <w:r w:rsidR="006D3511" w:rsidRPr="62464FF7">
        <w:rPr>
          <w:rFonts w:eastAsia="Arial"/>
          <w:sz w:val="22"/>
          <w:szCs w:val="22"/>
        </w:rPr>
        <w:t xml:space="preserve"> tak, aby jeho provoz vyhovoval technickým a bezpečnostním normám platným v České republice. Zároveň musí </w:t>
      </w:r>
      <w:r>
        <w:rPr>
          <w:rFonts w:eastAsia="Arial"/>
          <w:sz w:val="22"/>
          <w:szCs w:val="22"/>
        </w:rPr>
        <w:t>zařízení</w:t>
      </w:r>
      <w:r w:rsidR="006D3511" w:rsidRPr="62464FF7">
        <w:rPr>
          <w:rFonts w:eastAsia="Arial"/>
          <w:sz w:val="22"/>
          <w:szCs w:val="22"/>
        </w:rPr>
        <w:t xml:space="preserve"> splňovat požadavky všech českých norem, které se vztahují na technické provedení tohoto </w:t>
      </w:r>
      <w:r>
        <w:rPr>
          <w:rFonts w:eastAsia="Arial"/>
          <w:sz w:val="22"/>
          <w:szCs w:val="22"/>
        </w:rPr>
        <w:t>zařízení</w:t>
      </w:r>
      <w:r w:rsidR="006D3511" w:rsidRPr="62464FF7">
        <w:rPr>
          <w:rFonts w:eastAsia="Arial"/>
          <w:sz w:val="22"/>
          <w:szCs w:val="22"/>
        </w:rPr>
        <w:t xml:space="preserve"> a bezpečnost práce s ním. </w:t>
      </w:r>
    </w:p>
    <w:p w14:paraId="1146841D" w14:textId="3CA5D68C" w:rsidR="006D3511" w:rsidRPr="00735BF2" w:rsidRDefault="006D3511" w:rsidP="006D3511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K dodání </w:t>
      </w:r>
      <w:r w:rsidR="00E3634F">
        <w:rPr>
          <w:rFonts w:eastAsia="Arial"/>
          <w:color w:val="auto"/>
          <w:sz w:val="22"/>
          <w:szCs w:val="22"/>
        </w:rPr>
        <w:t>zařízení</w:t>
      </w:r>
      <w:r w:rsidRPr="62464FF7">
        <w:rPr>
          <w:rFonts w:eastAsia="Arial"/>
          <w:color w:val="auto"/>
          <w:sz w:val="22"/>
          <w:szCs w:val="22"/>
        </w:rPr>
        <w:t xml:space="preserve"> dojde dnem podpisu </w:t>
      </w:r>
      <w:r>
        <w:rPr>
          <w:rFonts w:eastAsia="Arial"/>
          <w:color w:val="auto"/>
          <w:sz w:val="22"/>
          <w:szCs w:val="22"/>
        </w:rPr>
        <w:t>Dodacího listu</w:t>
      </w:r>
      <w:r w:rsidRPr="62464FF7">
        <w:rPr>
          <w:rFonts w:eastAsia="Arial"/>
          <w:color w:val="auto"/>
          <w:sz w:val="22"/>
          <w:szCs w:val="22"/>
        </w:rPr>
        <w:t xml:space="preserve">. Vlastnictví dodaného zařízení a nebezpečí škody na zařízení přechází na kupujícího dnem podpisu </w:t>
      </w:r>
      <w:r>
        <w:rPr>
          <w:rFonts w:eastAsia="Arial"/>
          <w:color w:val="auto"/>
          <w:sz w:val="22"/>
          <w:szCs w:val="22"/>
        </w:rPr>
        <w:t>Dodacího listu</w:t>
      </w:r>
      <w:r w:rsidRPr="62464FF7">
        <w:rPr>
          <w:rFonts w:eastAsia="Arial"/>
          <w:color w:val="auto"/>
          <w:sz w:val="22"/>
          <w:szCs w:val="22"/>
        </w:rPr>
        <w:t xml:space="preserve">. </w:t>
      </w:r>
    </w:p>
    <w:p w14:paraId="168465FC" w14:textId="21B09BA6" w:rsidR="006D3511" w:rsidRDefault="006D3511" w:rsidP="006D3511">
      <w:pPr>
        <w:pStyle w:val="Default"/>
        <w:numPr>
          <w:ilvl w:val="0"/>
          <w:numId w:val="5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zaručuje kupujícímu, že zařízení není a do přechodu vlastnického práva k zařízení na kupujícího nebude zatíženo právy třetích osob. </w:t>
      </w:r>
    </w:p>
    <w:p w14:paraId="0AA43754" w14:textId="77777777" w:rsidR="00CF177E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527DF011" w14:textId="77777777" w:rsidR="00CF177E" w:rsidRPr="00CF177E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70493834" w14:textId="7D00ED09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VII.</w:t>
      </w:r>
    </w:p>
    <w:p w14:paraId="43FE23EB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1000FB">
        <w:rPr>
          <w:rFonts w:eastAsia="Arial"/>
          <w:b/>
          <w:bCs/>
          <w:color w:val="auto"/>
          <w:sz w:val="22"/>
          <w:szCs w:val="22"/>
        </w:rPr>
        <w:t>NÁHRADA ŠKODY A VYŠŠÍ MOC</w:t>
      </w:r>
    </w:p>
    <w:p w14:paraId="07B4C01F" w14:textId="77777777" w:rsidR="006D3511" w:rsidRDefault="006D3511" w:rsidP="006D3511">
      <w:pPr>
        <w:pStyle w:val="Default"/>
        <w:numPr>
          <w:ilvl w:val="0"/>
          <w:numId w:val="6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Každá ze smluvních stran nese odpovědnost za způsobenou škodu v souvislosti s porušením obecně závazných předpisů a porušením této smlouvy. Obě smluvní strany se zavazují vyvíjet maximální úsilí k předcházení škodám a minimalizaci vzniklých škod. </w:t>
      </w:r>
    </w:p>
    <w:p w14:paraId="3C3B1F42" w14:textId="77777777" w:rsidR="006D3511" w:rsidRDefault="006D3511" w:rsidP="006D3511">
      <w:pPr>
        <w:pStyle w:val="Default"/>
        <w:numPr>
          <w:ilvl w:val="0"/>
          <w:numId w:val="6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Povinnosti k náhradě škody vzniklé v důsledku prodlení prodávajícího s plněním této smlouvy se smluvní strana zprostí, prokáže-li, že jí ve splnění povinnosti dle této smlouvy dočasně nebo trvale zabránila mimořádná nepředvídatelná a nepřekonatelná překážka vzniklá nezávisle na její vůli. </w:t>
      </w:r>
    </w:p>
    <w:p w14:paraId="432AF115" w14:textId="77777777" w:rsidR="006D3511" w:rsidRPr="009163B7" w:rsidRDefault="006D3511" w:rsidP="006D3511">
      <w:pPr>
        <w:pStyle w:val="Default"/>
        <w:numPr>
          <w:ilvl w:val="0"/>
          <w:numId w:val="6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Povinnost k náhradě škody však nevylučuje překážka, která vznikla teprve v době, kdy povinná smluvní strana byla v prodlení s plněním své povinnosti, nebo vznikla z jejich hospodářských poměrů. Účinky vylučující povinnost k náhradě škody jsou omezeny pouze na dobu, dokud trvá překážka, s níž jsou tyto účinky spojeny. </w:t>
      </w:r>
    </w:p>
    <w:p w14:paraId="616F7EC1" w14:textId="615BF21F" w:rsidR="006D3511" w:rsidRPr="009163B7" w:rsidRDefault="006D3511" w:rsidP="006D3511">
      <w:pPr>
        <w:pStyle w:val="Default"/>
        <w:numPr>
          <w:ilvl w:val="0"/>
          <w:numId w:val="6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Smluvní strana uplatňující vyšší moc podle odst. 2 tohoto článku musí písemně oznámit druhé straně vzniklou překážku nejpozději do 5 (slovy: pěti) pracovních dnů od jejího vzniku a také uvést dobu jejího pravděpodobného trvání. Nesplní-li smluvní strana uplatňující vyšší moc výše uvedenou povinnost, má se za to, že se vzdala svého práva uplatnit tuto překážku jako případ vyšší moci. </w:t>
      </w:r>
    </w:p>
    <w:p w14:paraId="0D5EA0F0" w14:textId="77777777" w:rsidR="006D3511" w:rsidRPr="009163B7" w:rsidRDefault="006D3511" w:rsidP="006D3511">
      <w:pPr>
        <w:pStyle w:val="Default"/>
        <w:numPr>
          <w:ilvl w:val="0"/>
          <w:numId w:val="6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 w:rsidRPr="62464FF7">
        <w:rPr>
          <w:rFonts w:eastAsia="Arial"/>
          <w:sz w:val="22"/>
          <w:szCs w:val="22"/>
        </w:rPr>
        <w:t xml:space="preserve">Ve lhůtě 8 (slovy: osmi) pracovních dní ode dne vzniku překážky je smluvní strana, která uplatňuje případ vyšší moci, povinna prokázat vzniklou překážku, vč. skutečnosti, že tato </w:t>
      </w:r>
      <w:r w:rsidRPr="62464FF7">
        <w:rPr>
          <w:rFonts w:eastAsia="Arial"/>
          <w:sz w:val="22"/>
          <w:szCs w:val="22"/>
        </w:rPr>
        <w:lastRenderedPageBreak/>
        <w:t xml:space="preserve">překážka ovlivnila závažně možnosti smluvní strany splnit smluvní povinnosti. Strana, která uplatňuje případ vyšší moci, musí informovat druhou stranu o pominutí takové překážky nejpozději do </w:t>
      </w:r>
      <w:r w:rsidRPr="62464FF7">
        <w:rPr>
          <w:rFonts w:eastAsia="Arial"/>
          <w:color w:val="auto"/>
          <w:sz w:val="22"/>
          <w:szCs w:val="22"/>
        </w:rPr>
        <w:t xml:space="preserve">5 (slovy: pěti) </w:t>
      </w:r>
      <w:r w:rsidRPr="62464FF7">
        <w:rPr>
          <w:rFonts w:eastAsia="Arial"/>
          <w:sz w:val="22"/>
          <w:szCs w:val="22"/>
        </w:rPr>
        <w:t xml:space="preserve">pracovních dní od okamžiku zániku překážky. </w:t>
      </w:r>
    </w:p>
    <w:p w14:paraId="0250BD1B" w14:textId="77777777" w:rsidR="006D3511" w:rsidRPr="00873569" w:rsidRDefault="006D3511" w:rsidP="006D3511">
      <w:pPr>
        <w:jc w:val="center"/>
        <w:rPr>
          <w:rFonts w:ascii="Arial" w:eastAsia="Arial" w:hAnsi="Arial" w:cs="Arial"/>
          <w:b/>
          <w:bCs/>
        </w:rPr>
      </w:pPr>
    </w:p>
    <w:p w14:paraId="6E7364D6" w14:textId="717ADD98" w:rsidR="006D3511" w:rsidRPr="00873569" w:rsidRDefault="00FD2876" w:rsidP="00541900">
      <w:pPr>
        <w:keepNext/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VIII</w:t>
      </w:r>
      <w:r w:rsidR="006D3511" w:rsidRPr="00873569">
        <w:rPr>
          <w:rFonts w:ascii="Arial" w:eastAsia="Arial" w:hAnsi="Arial" w:cs="Arial"/>
        </w:rPr>
        <w:t>.</w:t>
      </w:r>
    </w:p>
    <w:p w14:paraId="5BF05024" w14:textId="77777777" w:rsidR="006D3511" w:rsidRDefault="006D3511" w:rsidP="00541900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873569">
        <w:rPr>
          <w:rFonts w:eastAsia="Arial"/>
          <w:b/>
          <w:bCs/>
          <w:color w:val="auto"/>
          <w:sz w:val="22"/>
          <w:szCs w:val="22"/>
        </w:rPr>
        <w:t>ZÁRUKA ZA JAKOST, REKLAMAČNÍ</w:t>
      </w:r>
      <w:r w:rsidRPr="62464FF7">
        <w:rPr>
          <w:rFonts w:eastAsia="Arial"/>
          <w:b/>
          <w:bCs/>
          <w:color w:val="auto"/>
          <w:sz w:val="22"/>
          <w:szCs w:val="22"/>
        </w:rPr>
        <w:t xml:space="preserve"> ŘÍZENÍ</w:t>
      </w:r>
    </w:p>
    <w:p w14:paraId="2CDA25D1" w14:textId="0D0C0CB3" w:rsidR="001B1F76" w:rsidRPr="001B1F76" w:rsidRDefault="006D3511" w:rsidP="001B1F76">
      <w:pPr>
        <w:pStyle w:val="Default"/>
        <w:numPr>
          <w:ilvl w:val="0"/>
          <w:numId w:val="7"/>
        </w:numPr>
        <w:spacing w:after="24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dodá kupujícímu zařízení tak, aby ho kupující mohl užívat k určenému účelu podle této smlouvy, a dále odpovídá za řádnost a včasnost dodání </w:t>
      </w:r>
      <w:r w:rsidR="0020160F">
        <w:rPr>
          <w:rFonts w:eastAsia="Arial"/>
          <w:color w:val="auto"/>
          <w:sz w:val="22"/>
          <w:szCs w:val="22"/>
        </w:rPr>
        <w:t>zařízení</w:t>
      </w:r>
      <w:r w:rsidRPr="62464FF7">
        <w:rPr>
          <w:rFonts w:eastAsia="Arial"/>
          <w:color w:val="auto"/>
          <w:sz w:val="22"/>
          <w:szCs w:val="22"/>
        </w:rPr>
        <w:t xml:space="preserve"> dle této smlouvy. </w:t>
      </w:r>
    </w:p>
    <w:p w14:paraId="73D13BDD" w14:textId="3330E645" w:rsidR="006D3511" w:rsidRDefault="006D3511" w:rsidP="001B1F76">
      <w:pPr>
        <w:pStyle w:val="Default"/>
        <w:numPr>
          <w:ilvl w:val="0"/>
          <w:numId w:val="7"/>
        </w:numPr>
        <w:spacing w:after="24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odpovídá za vady, které má zařízení v okamžiku jeho převzetí kupujícím, i když se vada stane zjevnou až po této době. Prodávající odpovídá rovněž za jakoukoliv vadu, jež vznikne po okamžiku převzetí </w:t>
      </w:r>
      <w:r w:rsidR="00305765">
        <w:rPr>
          <w:rFonts w:eastAsia="Arial"/>
          <w:color w:val="auto"/>
          <w:sz w:val="22"/>
          <w:szCs w:val="22"/>
        </w:rPr>
        <w:t>zařízení</w:t>
      </w:r>
      <w:r w:rsidRPr="62464FF7">
        <w:rPr>
          <w:rFonts w:eastAsia="Arial"/>
          <w:color w:val="auto"/>
          <w:sz w:val="22"/>
          <w:szCs w:val="22"/>
        </w:rPr>
        <w:t xml:space="preserve"> kupujícím, jestliže je způsobena porušením povinnosti prodávajícího. </w:t>
      </w:r>
    </w:p>
    <w:p w14:paraId="3CF284A5" w14:textId="1FD17016" w:rsidR="006D3511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Prodávající se zavazuje a odpovídá za to, že zařízení bude dodáno řádně, v souladu s touto smlouvou a bude prosté jakýchkoliv vad po d</w:t>
      </w:r>
      <w:r w:rsidRPr="002C054E">
        <w:rPr>
          <w:rFonts w:eastAsia="Arial"/>
          <w:color w:val="auto"/>
          <w:sz w:val="22"/>
          <w:szCs w:val="22"/>
        </w:rPr>
        <w:t>obu</w:t>
      </w:r>
      <w:r w:rsidR="008163F2" w:rsidRPr="002C054E">
        <w:rPr>
          <w:rFonts w:eastAsia="Arial"/>
          <w:color w:val="auto"/>
          <w:sz w:val="22"/>
          <w:szCs w:val="22"/>
        </w:rPr>
        <w:t xml:space="preserve"> </w:t>
      </w:r>
      <w:r w:rsidR="008163F2" w:rsidRPr="002C054E">
        <w:rPr>
          <w:rFonts w:eastAsia="Arial"/>
          <w:b/>
          <w:color w:val="auto"/>
          <w:sz w:val="22"/>
          <w:szCs w:val="22"/>
        </w:rPr>
        <w:t>12</w:t>
      </w:r>
      <w:r w:rsidRPr="002C054E">
        <w:rPr>
          <w:rFonts w:eastAsia="Arial"/>
          <w:b/>
          <w:bCs/>
          <w:color w:val="auto"/>
          <w:sz w:val="22"/>
          <w:szCs w:val="22"/>
        </w:rPr>
        <w:t xml:space="preserve"> (slovy: </w:t>
      </w:r>
      <w:r w:rsidR="008163F2" w:rsidRPr="002C054E">
        <w:rPr>
          <w:rFonts w:eastAsia="Arial"/>
          <w:b/>
          <w:bCs/>
          <w:sz w:val="22"/>
          <w:szCs w:val="22"/>
        </w:rPr>
        <w:t>dvanácti</w:t>
      </w:r>
      <w:r w:rsidRPr="002C054E">
        <w:rPr>
          <w:rFonts w:eastAsia="Arial"/>
          <w:b/>
          <w:bCs/>
          <w:color w:val="auto"/>
          <w:sz w:val="22"/>
          <w:szCs w:val="22"/>
        </w:rPr>
        <w:t xml:space="preserve">) měsíců </w:t>
      </w:r>
      <w:r w:rsidRPr="002C054E">
        <w:rPr>
          <w:rFonts w:eastAsia="Arial"/>
          <w:color w:val="auto"/>
          <w:sz w:val="22"/>
          <w:szCs w:val="22"/>
        </w:rPr>
        <w:t>ode dne podpisu Dodacího listu. Po stejnou dobu poskytuje prodávající na zařízení záruku za jeho jakost.</w:t>
      </w:r>
      <w:r w:rsidRPr="62464FF7">
        <w:rPr>
          <w:rFonts w:eastAsia="Arial"/>
          <w:color w:val="auto"/>
          <w:sz w:val="22"/>
          <w:szCs w:val="22"/>
        </w:rPr>
        <w:t xml:space="preserve"> </w:t>
      </w:r>
    </w:p>
    <w:p w14:paraId="3ED7956B" w14:textId="41515773" w:rsidR="006D3511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Zárukou za jakost přejímá prodávající závazek, že dodané zařízení bude po celou dobu záruční lhůty způsobilé pro použití k účelu smluvenému v této smlouvě, že si zachová smluvené vlastnosti, zejména vlastnosti uvedené v technické specifikaci, která je </w:t>
      </w:r>
      <w:r w:rsidR="006B3386">
        <w:rPr>
          <w:rFonts w:eastAsia="Arial"/>
          <w:color w:val="auto"/>
          <w:sz w:val="22"/>
          <w:szCs w:val="22"/>
        </w:rPr>
        <w:t>přílohou</w:t>
      </w:r>
      <w:r w:rsidR="00CC3E0F">
        <w:rPr>
          <w:rFonts w:eastAsia="Arial"/>
          <w:color w:val="auto"/>
          <w:sz w:val="22"/>
          <w:szCs w:val="22"/>
        </w:rPr>
        <w:t xml:space="preserve"> č. 1</w:t>
      </w:r>
      <w:r w:rsidR="006B3386">
        <w:rPr>
          <w:rFonts w:eastAsia="Arial"/>
          <w:color w:val="auto"/>
          <w:sz w:val="22"/>
          <w:szCs w:val="22"/>
        </w:rPr>
        <w:t xml:space="preserve"> této smlouvy</w:t>
      </w:r>
      <w:r w:rsidRPr="62464FF7">
        <w:rPr>
          <w:rFonts w:eastAsia="Arial"/>
          <w:color w:val="auto"/>
          <w:sz w:val="22"/>
          <w:szCs w:val="22"/>
        </w:rPr>
        <w:t xml:space="preserve"> nebo obvyklé vlastnosti. Prodávající odpovídá za jakoukoliv vadu, jež vznikne v době trvání záruky. Kupující je oprávněn vytknout vady dodaného zařízení kdykoli v průběhu uvedené záruční doby. </w:t>
      </w:r>
    </w:p>
    <w:p w14:paraId="6F8BFDCA" w14:textId="423850B9" w:rsidR="006D3511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Záruční doba za jakost se prodlužuje o dobu trvání vady, která brání užívání zařízení k účelu, ke kterému je kupující </w:t>
      </w:r>
      <w:r w:rsidR="0097418E">
        <w:rPr>
          <w:rFonts w:eastAsia="Arial"/>
          <w:color w:val="auto"/>
          <w:sz w:val="22"/>
          <w:szCs w:val="22"/>
        </w:rPr>
        <w:t>zakoupil.</w:t>
      </w:r>
      <w:r w:rsidRPr="62464FF7">
        <w:rPr>
          <w:rFonts w:eastAsia="Arial"/>
          <w:color w:val="auto"/>
          <w:sz w:val="22"/>
          <w:szCs w:val="22"/>
        </w:rPr>
        <w:t xml:space="preserve"> </w:t>
      </w:r>
    </w:p>
    <w:p w14:paraId="68941901" w14:textId="77777777" w:rsidR="006D3511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v záruční době odstraní na vlastní náklady veškeré vady (zejména funkční vady a poškození vzniklé vadou materiálu, vadou konstrukce nebo vadné montáže). Záruka se vztahuje i na vyměněné náhradní díly. Záruka se nevztahuje na běžné opotřebení dílů. </w:t>
      </w:r>
    </w:p>
    <w:p w14:paraId="1490277D" w14:textId="70B0ABD7" w:rsidR="006D3511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Záruka se nevztahuje na vady, které vzniknou neodborným užíváním nebo opravou zařízení kupujícím nebo zásahem ze strany kupujícího nebo třetí osoby, popřípadě živelní pohromou nebo nehodou, jakož i běžným opotřebením. Tyto vady se prodávající zavazuje odstranit na náklady kupujícího</w:t>
      </w:r>
      <w:r w:rsidR="007257C9">
        <w:rPr>
          <w:rFonts w:eastAsia="Arial"/>
          <w:color w:val="auto"/>
          <w:sz w:val="22"/>
          <w:szCs w:val="22"/>
        </w:rPr>
        <w:t xml:space="preserve">, bude-li kupující jejich odstranění </w:t>
      </w:r>
      <w:r w:rsidR="00F20DF7">
        <w:rPr>
          <w:rFonts w:eastAsia="Arial"/>
          <w:color w:val="auto"/>
          <w:sz w:val="22"/>
          <w:szCs w:val="22"/>
        </w:rPr>
        <w:t>požadov</w:t>
      </w:r>
      <w:r w:rsidR="007257C9">
        <w:rPr>
          <w:rFonts w:eastAsia="Arial"/>
          <w:color w:val="auto"/>
          <w:sz w:val="22"/>
          <w:szCs w:val="22"/>
        </w:rPr>
        <w:t>at</w:t>
      </w:r>
      <w:r w:rsidRPr="62464FF7">
        <w:rPr>
          <w:rFonts w:eastAsia="Arial"/>
          <w:color w:val="auto"/>
          <w:sz w:val="22"/>
          <w:szCs w:val="22"/>
        </w:rPr>
        <w:t xml:space="preserve">. </w:t>
      </w:r>
    </w:p>
    <w:p w14:paraId="79479E01" w14:textId="77777777" w:rsidR="006D3511" w:rsidRPr="009163B7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Oznámení o vadách musí kupující učinit písemnou formou. Kupující je povinen vadu popsat, uvést, jak se projevuje a jaké nároky uplatňuje vůči prodávajícímu. O reklamačním řízení bude prodávajícím pořízen písemný zápis ve dvojím vyhotovení, z nichž jeden stejnopis obdrží každá ze smluvních stran. </w:t>
      </w:r>
    </w:p>
    <w:p w14:paraId="27773DE2" w14:textId="49AE9C2A" w:rsidR="00DD1610" w:rsidRPr="00117997" w:rsidRDefault="006D3511" w:rsidP="00117997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Prodávající se zavazuje zahájit odstraňování vady na zařízení</w:t>
      </w:r>
      <w:r w:rsidR="00683235">
        <w:rPr>
          <w:rFonts w:eastAsia="Arial"/>
          <w:color w:val="auto"/>
          <w:sz w:val="22"/>
          <w:szCs w:val="22"/>
        </w:rPr>
        <w:t xml:space="preserve"> </w:t>
      </w:r>
      <w:r w:rsidR="00683235" w:rsidRPr="00683235">
        <w:rPr>
          <w:rFonts w:eastAsia="Arial"/>
          <w:b/>
          <w:color w:val="auto"/>
          <w:sz w:val="22"/>
          <w:szCs w:val="22"/>
        </w:rPr>
        <w:t xml:space="preserve">do 5 </w:t>
      </w:r>
      <w:r w:rsidR="00032560">
        <w:rPr>
          <w:rFonts w:eastAsia="Arial"/>
          <w:b/>
          <w:color w:val="auto"/>
          <w:sz w:val="22"/>
          <w:szCs w:val="22"/>
        </w:rPr>
        <w:t xml:space="preserve">(slovy: pěti) </w:t>
      </w:r>
      <w:r w:rsidR="00683235" w:rsidRPr="00683235">
        <w:rPr>
          <w:rFonts w:eastAsia="Arial"/>
          <w:b/>
          <w:color w:val="auto"/>
          <w:sz w:val="22"/>
          <w:szCs w:val="22"/>
        </w:rPr>
        <w:t>pracovních dnů</w:t>
      </w:r>
      <w:r w:rsidRPr="62464FF7">
        <w:rPr>
          <w:rFonts w:eastAsia="Arial"/>
          <w:color w:val="auto"/>
          <w:sz w:val="22"/>
          <w:szCs w:val="22"/>
        </w:rPr>
        <w:t xml:space="preserve">, přičemž tato lhůta začíná běžet od písemného oznámení o vadě (reklamace) doručené prodávajícímu na e-mail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color w:val="auto"/>
          <w:sz w:val="22"/>
          <w:szCs w:val="22"/>
        </w:rPr>
        <w:t xml:space="preserve">. Vada na zařízení musí být </w:t>
      </w:r>
      <w:r w:rsidRPr="006F2980">
        <w:rPr>
          <w:rFonts w:eastAsia="Arial"/>
          <w:color w:val="auto"/>
          <w:sz w:val="22"/>
          <w:szCs w:val="22"/>
        </w:rPr>
        <w:t xml:space="preserve">odstraněna v době do </w:t>
      </w:r>
      <w:r w:rsidR="00441894" w:rsidRPr="006F2980">
        <w:rPr>
          <w:rFonts w:eastAsia="Arial"/>
          <w:b/>
          <w:bCs/>
          <w:color w:val="auto"/>
          <w:sz w:val="22"/>
          <w:szCs w:val="22"/>
        </w:rPr>
        <w:t>30</w:t>
      </w:r>
      <w:r w:rsidRPr="006F2980">
        <w:rPr>
          <w:rFonts w:eastAsia="Arial"/>
          <w:b/>
          <w:bCs/>
          <w:color w:val="auto"/>
          <w:sz w:val="22"/>
          <w:szCs w:val="22"/>
        </w:rPr>
        <w:t xml:space="preserve"> (slovy: </w:t>
      </w:r>
      <w:r w:rsidR="00441894" w:rsidRPr="006F2980">
        <w:rPr>
          <w:rFonts w:eastAsia="Arial"/>
          <w:b/>
          <w:bCs/>
          <w:color w:val="auto"/>
          <w:sz w:val="22"/>
          <w:szCs w:val="22"/>
        </w:rPr>
        <w:t>třiceti</w:t>
      </w:r>
      <w:r w:rsidRPr="006F2980">
        <w:rPr>
          <w:rFonts w:eastAsia="Arial"/>
          <w:b/>
          <w:bCs/>
          <w:color w:val="auto"/>
          <w:sz w:val="22"/>
          <w:szCs w:val="22"/>
        </w:rPr>
        <w:t xml:space="preserve">) </w:t>
      </w:r>
      <w:r w:rsidRPr="006F2980">
        <w:rPr>
          <w:rFonts w:eastAsia="Arial"/>
          <w:b/>
          <w:bCs/>
          <w:color w:val="auto"/>
          <w:sz w:val="22"/>
          <w:szCs w:val="22"/>
        </w:rPr>
        <w:lastRenderedPageBreak/>
        <w:t>dnů</w:t>
      </w:r>
      <w:r w:rsidRPr="006F2980">
        <w:rPr>
          <w:rFonts w:eastAsia="Arial"/>
          <w:b/>
          <w:bCs/>
          <w:sz w:val="22"/>
          <w:szCs w:val="22"/>
        </w:rPr>
        <w:t xml:space="preserve"> </w:t>
      </w:r>
      <w:r w:rsidRPr="006F2980">
        <w:rPr>
          <w:rFonts w:eastAsia="Arial"/>
          <w:color w:val="auto"/>
          <w:sz w:val="22"/>
          <w:szCs w:val="22"/>
        </w:rPr>
        <w:t>od písemného oznámení</w:t>
      </w:r>
      <w:r w:rsidRPr="62464FF7">
        <w:rPr>
          <w:rFonts w:eastAsia="Arial"/>
          <w:color w:val="auto"/>
          <w:sz w:val="22"/>
          <w:szCs w:val="22"/>
        </w:rPr>
        <w:t xml:space="preserve"> o vadě, pokud se obě smluvní strany nedohodnou jinak. Prodávající současně zaručuje kupujícímu, že veškeré náhradní díly, které použije při odstranění vady, budou </w:t>
      </w:r>
      <w:r w:rsidR="00F20DF7">
        <w:rPr>
          <w:rFonts w:eastAsia="Arial"/>
          <w:color w:val="auto"/>
          <w:sz w:val="22"/>
          <w:szCs w:val="22"/>
        </w:rPr>
        <w:t>nové a originální, nikoliv repasované či z druhovýroby</w:t>
      </w:r>
      <w:r w:rsidRPr="62464FF7">
        <w:rPr>
          <w:rFonts w:eastAsia="Arial"/>
          <w:color w:val="auto"/>
          <w:sz w:val="22"/>
          <w:szCs w:val="22"/>
        </w:rPr>
        <w:t xml:space="preserve">. </w:t>
      </w:r>
    </w:p>
    <w:p w14:paraId="5C26B72A" w14:textId="7B8DCE11" w:rsidR="006D3511" w:rsidRPr="00FD285F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00FD285F">
        <w:rPr>
          <w:rFonts w:eastAsia="Arial"/>
          <w:color w:val="auto"/>
          <w:sz w:val="22"/>
          <w:szCs w:val="22"/>
        </w:rPr>
        <w:t xml:space="preserve">Vady vzniklé z příčin uvedených v odst. 7 tohoto článku prodávající opraví na náklady kupujícího. Ceny prací, na které se nevztahuje záruka a ceny použitých náhradních dílů, budou kupujícímu účtovány samostatně, na základě cenové nabídky prodávajícího. </w:t>
      </w:r>
    </w:p>
    <w:p w14:paraId="544DB00E" w14:textId="54A26AAB" w:rsidR="006D3511" w:rsidRPr="0020488B" w:rsidRDefault="006D3511" w:rsidP="006D3511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Menší opravy, pravidelnou údržbu a servis, nevyžadující spolupráci s prodávajícím, </w:t>
      </w:r>
      <w:r w:rsidRPr="0020488B">
        <w:rPr>
          <w:rFonts w:eastAsia="Arial"/>
          <w:color w:val="auto"/>
          <w:sz w:val="22"/>
          <w:szCs w:val="22"/>
        </w:rPr>
        <w:t xml:space="preserve">může </w:t>
      </w:r>
      <w:r w:rsidR="00D508F9">
        <w:rPr>
          <w:rFonts w:eastAsia="Arial"/>
          <w:color w:val="auto"/>
          <w:sz w:val="22"/>
          <w:szCs w:val="22"/>
        </w:rPr>
        <w:t xml:space="preserve">bez ztráty záruky </w:t>
      </w:r>
      <w:r w:rsidRPr="0020488B">
        <w:rPr>
          <w:rFonts w:eastAsia="Arial"/>
          <w:color w:val="auto"/>
          <w:sz w:val="22"/>
          <w:szCs w:val="22"/>
        </w:rPr>
        <w:t xml:space="preserve">kupující provádět sám, a to pouze proškolenými zaměstnanci. </w:t>
      </w:r>
    </w:p>
    <w:p w14:paraId="0636D038" w14:textId="5EF25B80" w:rsidR="006D3511" w:rsidRPr="00B421CD" w:rsidRDefault="006D3511" w:rsidP="00541900">
      <w:pPr>
        <w:pStyle w:val="Default"/>
        <w:numPr>
          <w:ilvl w:val="0"/>
          <w:numId w:val="7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0020488B">
        <w:rPr>
          <w:rFonts w:eastAsia="Arial"/>
          <w:color w:val="auto"/>
          <w:sz w:val="22"/>
          <w:szCs w:val="22"/>
        </w:rPr>
        <w:t xml:space="preserve">Prodávající bude schopen na žádost kupujícího zajistit placený pozáruční servis po dobu nejméně </w:t>
      </w:r>
      <w:r>
        <w:rPr>
          <w:rFonts w:eastAsia="Arial"/>
          <w:color w:val="auto"/>
          <w:sz w:val="22"/>
          <w:szCs w:val="22"/>
        </w:rPr>
        <w:t>5</w:t>
      </w:r>
      <w:r w:rsidRPr="0020488B">
        <w:rPr>
          <w:rFonts w:eastAsia="Arial"/>
          <w:color w:val="auto"/>
          <w:sz w:val="22"/>
          <w:szCs w:val="22"/>
        </w:rPr>
        <w:t xml:space="preserve"> (slovy: </w:t>
      </w:r>
      <w:r>
        <w:rPr>
          <w:rFonts w:eastAsia="Arial"/>
          <w:color w:val="auto"/>
          <w:sz w:val="22"/>
          <w:szCs w:val="22"/>
        </w:rPr>
        <w:t>pět</w:t>
      </w:r>
      <w:r w:rsidRPr="0020488B">
        <w:rPr>
          <w:rFonts w:eastAsia="Arial"/>
          <w:color w:val="auto"/>
          <w:sz w:val="22"/>
          <w:szCs w:val="22"/>
        </w:rPr>
        <w:t xml:space="preserve">) let od uplynutí posledního dne záruční doby. Ustanovení čl. </w:t>
      </w:r>
      <w:r w:rsidR="009E3D65">
        <w:rPr>
          <w:rFonts w:eastAsia="Arial"/>
          <w:color w:val="auto"/>
          <w:sz w:val="22"/>
          <w:szCs w:val="22"/>
        </w:rPr>
        <w:t>VIII</w:t>
      </w:r>
      <w:r w:rsidRPr="0020488B">
        <w:rPr>
          <w:rFonts w:eastAsia="Arial"/>
          <w:color w:val="auto"/>
          <w:sz w:val="22"/>
          <w:szCs w:val="22"/>
        </w:rPr>
        <w:t xml:space="preserve"> </w:t>
      </w:r>
      <w:r>
        <w:rPr>
          <w:rFonts w:eastAsia="Arial"/>
          <w:color w:val="auto"/>
          <w:sz w:val="22"/>
          <w:szCs w:val="22"/>
        </w:rPr>
        <w:t xml:space="preserve">a </w:t>
      </w:r>
      <w:r w:rsidR="009E3D65">
        <w:rPr>
          <w:rFonts w:eastAsia="Arial"/>
          <w:color w:val="auto"/>
          <w:sz w:val="22"/>
          <w:szCs w:val="22"/>
        </w:rPr>
        <w:t>I</w:t>
      </w:r>
      <w:r>
        <w:rPr>
          <w:rFonts w:eastAsia="Arial"/>
          <w:color w:val="auto"/>
          <w:sz w:val="22"/>
          <w:szCs w:val="22"/>
        </w:rPr>
        <w:t xml:space="preserve">X </w:t>
      </w:r>
      <w:r w:rsidRPr="0020488B">
        <w:rPr>
          <w:rFonts w:eastAsia="Arial"/>
          <w:color w:val="auto"/>
          <w:sz w:val="22"/>
          <w:szCs w:val="22"/>
        </w:rPr>
        <w:t>odst. 2 této smlouvy, týkající se odstranění vad a odpovědnosti za neodstranění závad, se na pozáruční servis aplikují obdobně</w:t>
      </w:r>
      <w:r>
        <w:rPr>
          <w:rFonts w:eastAsia="Arial"/>
          <w:color w:val="auto"/>
          <w:sz w:val="22"/>
          <w:szCs w:val="22"/>
        </w:rPr>
        <w:t>, pokud se smluvní strany nedomluví jinak</w:t>
      </w:r>
      <w:r w:rsidRPr="0020488B">
        <w:rPr>
          <w:rFonts w:eastAsia="Arial"/>
          <w:color w:val="auto"/>
          <w:sz w:val="22"/>
          <w:szCs w:val="22"/>
        </w:rPr>
        <w:t>.</w:t>
      </w:r>
    </w:p>
    <w:p w14:paraId="47D443B4" w14:textId="77777777" w:rsidR="00DD1610" w:rsidRDefault="00DD1610" w:rsidP="00B421CD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0BCEBB9B" w14:textId="77777777" w:rsidR="00CF177E" w:rsidRPr="00541900" w:rsidRDefault="00CF177E" w:rsidP="00B421CD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7FDE9F46" w14:textId="11940DA7" w:rsidR="006D3511" w:rsidRDefault="00FD2876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>I</w:t>
      </w:r>
      <w:r w:rsidR="006D3511" w:rsidRPr="62464FF7">
        <w:rPr>
          <w:rFonts w:eastAsia="Arial"/>
          <w:b/>
          <w:bCs/>
          <w:color w:val="auto"/>
          <w:sz w:val="22"/>
          <w:szCs w:val="22"/>
        </w:rPr>
        <w:t>X.</w:t>
      </w:r>
    </w:p>
    <w:p w14:paraId="1A9143B5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FD2876">
        <w:rPr>
          <w:rFonts w:eastAsia="Arial"/>
          <w:b/>
          <w:bCs/>
          <w:color w:val="auto"/>
          <w:sz w:val="22"/>
          <w:szCs w:val="22"/>
        </w:rPr>
        <w:t>SANKCE</w:t>
      </w:r>
    </w:p>
    <w:p w14:paraId="51DF3338" w14:textId="0B6A503E" w:rsidR="006D3511" w:rsidRPr="00B75DDF" w:rsidRDefault="006D3511" w:rsidP="006D3511">
      <w:pPr>
        <w:pStyle w:val="Default"/>
        <w:numPr>
          <w:ilvl w:val="0"/>
          <w:numId w:val="8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Pokud prodávající bude v prodlení s plněním lhůt</w:t>
      </w:r>
      <w:r>
        <w:rPr>
          <w:rFonts w:eastAsia="Arial"/>
          <w:color w:val="auto"/>
          <w:sz w:val="22"/>
          <w:szCs w:val="22"/>
        </w:rPr>
        <w:t>y</w:t>
      </w:r>
      <w:r w:rsidRPr="62464FF7">
        <w:rPr>
          <w:rFonts w:eastAsia="Arial"/>
          <w:color w:val="auto"/>
          <w:sz w:val="22"/>
          <w:szCs w:val="22"/>
        </w:rPr>
        <w:t xml:space="preserve"> podle čl. III odst. </w:t>
      </w:r>
      <w:r w:rsidR="00FD2876">
        <w:rPr>
          <w:rFonts w:eastAsia="Arial"/>
          <w:color w:val="auto"/>
          <w:sz w:val="22"/>
          <w:szCs w:val="22"/>
        </w:rPr>
        <w:t>1</w:t>
      </w:r>
      <w:r w:rsidRPr="62464FF7">
        <w:rPr>
          <w:rFonts w:eastAsia="Arial"/>
          <w:color w:val="auto"/>
          <w:sz w:val="22"/>
          <w:szCs w:val="22"/>
        </w:rPr>
        <w:t xml:space="preserve"> této smlouvy z důvodů spočívajících na jeho straně, má kupující nárok na smluvní pokutu ve výši 0,05 % z ceny dle čl. IV odst. 1 této smlouvy, za každý i započatý den prodlení.</w:t>
      </w:r>
    </w:p>
    <w:p w14:paraId="7ABCDB95" w14:textId="284E2229" w:rsidR="006D3511" w:rsidRPr="00B75DDF" w:rsidRDefault="006D3511" w:rsidP="006D3511">
      <w:pPr>
        <w:pStyle w:val="Default"/>
        <w:numPr>
          <w:ilvl w:val="0"/>
          <w:numId w:val="8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V případě prodlení prodávajícího s odstraňováním reklamovaných vad zařízení podle čl. </w:t>
      </w:r>
      <w:r w:rsidR="00FD2876">
        <w:rPr>
          <w:rFonts w:eastAsia="Arial"/>
          <w:color w:val="auto"/>
          <w:sz w:val="22"/>
          <w:szCs w:val="22"/>
        </w:rPr>
        <w:t>VIII.</w:t>
      </w:r>
      <w:r w:rsidRPr="62464FF7">
        <w:rPr>
          <w:rFonts w:eastAsia="Arial"/>
          <w:color w:val="auto"/>
          <w:sz w:val="22"/>
          <w:szCs w:val="22"/>
        </w:rPr>
        <w:t xml:space="preserve"> odst. 9 této smlouvy z důvodů spočívajících na jeho straně, uhradí prodávající kupujícímu smluvní pokutu ve výši 1.000,- Kč za každou vadu a den prodlení.</w:t>
      </w:r>
    </w:p>
    <w:p w14:paraId="3A40E714" w14:textId="77777777" w:rsidR="006D3511" w:rsidRPr="00B75DDF" w:rsidRDefault="006D3511" w:rsidP="006D3511">
      <w:pPr>
        <w:pStyle w:val="Default"/>
        <w:numPr>
          <w:ilvl w:val="0"/>
          <w:numId w:val="8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 w:rsidRPr="62464FF7">
        <w:rPr>
          <w:rFonts w:eastAsia="Arial"/>
          <w:sz w:val="22"/>
          <w:szCs w:val="22"/>
        </w:rPr>
        <w:t>Při prodlení kupujícího s úhradou ceny je prodávající oprávněn požadovat úrok z prodlení ve výši stanovené nařízením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66EDBF28" w14:textId="77777777" w:rsidR="006D3511" w:rsidRPr="00B75DDF" w:rsidRDefault="006D3511" w:rsidP="006D3511">
      <w:pPr>
        <w:pStyle w:val="Default"/>
        <w:numPr>
          <w:ilvl w:val="0"/>
          <w:numId w:val="8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Smluvní pokuta a úrok z prodlení jsou splatné do 14 kalendářních dnů po obdržení jejich vyúčtování.</w:t>
      </w:r>
    </w:p>
    <w:p w14:paraId="16F70EFE" w14:textId="07216E2D" w:rsidR="00541900" w:rsidRDefault="006D3511" w:rsidP="00541900">
      <w:pPr>
        <w:pStyle w:val="Default"/>
        <w:numPr>
          <w:ilvl w:val="0"/>
          <w:numId w:val="8"/>
        </w:numPr>
        <w:spacing w:after="120" w:line="276" w:lineRule="auto"/>
        <w:ind w:left="426" w:hanging="426"/>
        <w:jc w:val="both"/>
        <w:rPr>
          <w:sz w:val="22"/>
          <w:szCs w:val="22"/>
        </w:rPr>
      </w:pPr>
      <w:r w:rsidRPr="62464FF7">
        <w:rPr>
          <w:rFonts w:eastAsia="Arial"/>
          <w:sz w:val="22"/>
          <w:szCs w:val="22"/>
        </w:rPr>
        <w:t>Ujednáním smluvní pokuty není nijak dotčeno právo na náhradu vzniklé škody, a to i škodu přesahující smluvní pokutu.</w:t>
      </w:r>
    </w:p>
    <w:p w14:paraId="60D32608" w14:textId="77777777" w:rsidR="00DD1610" w:rsidRDefault="00DD1610" w:rsidP="00DD1610">
      <w:pPr>
        <w:pStyle w:val="Default"/>
        <w:spacing w:after="120" w:line="276" w:lineRule="auto"/>
        <w:jc w:val="both"/>
        <w:rPr>
          <w:sz w:val="22"/>
          <w:szCs w:val="22"/>
        </w:rPr>
      </w:pPr>
    </w:p>
    <w:p w14:paraId="37C8910E" w14:textId="77777777" w:rsidR="00CF177E" w:rsidRPr="00541900" w:rsidRDefault="00CF177E" w:rsidP="00DD1610">
      <w:pPr>
        <w:pStyle w:val="Default"/>
        <w:spacing w:after="120" w:line="276" w:lineRule="auto"/>
        <w:jc w:val="both"/>
        <w:rPr>
          <w:sz w:val="22"/>
          <w:szCs w:val="22"/>
        </w:rPr>
      </w:pPr>
    </w:p>
    <w:p w14:paraId="269B7ABF" w14:textId="588159C8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lastRenderedPageBreak/>
        <w:t>X.</w:t>
      </w:r>
    </w:p>
    <w:p w14:paraId="35C0BF63" w14:textId="77777777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ŘEŠENÍ SPORŮ A ROZHODNÉ PRÁVO</w:t>
      </w:r>
    </w:p>
    <w:p w14:paraId="3E7B162D" w14:textId="77777777" w:rsidR="006D3511" w:rsidRDefault="006D3511" w:rsidP="006D3511">
      <w:pPr>
        <w:pStyle w:val="Default"/>
        <w:numPr>
          <w:ilvl w:val="0"/>
          <w:numId w:val="9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Tato smlouva i otázky, které v této smlouvě nejsou upraveny vůbec nebo jen částečně, se budou řídit výlučně českým hmotným právem, zejména zákonem č. 89/2012 Sb., občanským zákoníkem, ve znění pozdějších předpisů, a vykládat v souladu s ním. </w:t>
      </w:r>
    </w:p>
    <w:p w14:paraId="5580AB74" w14:textId="7AE4F3DD" w:rsidR="00DD1610" w:rsidRPr="00CF177E" w:rsidRDefault="006D3511" w:rsidP="00DD1610">
      <w:pPr>
        <w:pStyle w:val="Default"/>
        <w:numPr>
          <w:ilvl w:val="0"/>
          <w:numId w:val="9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Smluvní strany se zavazují řešit spory vzniklé z tohoto smluvního vztahu především smírně jednáním. Pro všechny spory vznikající z této smlouvy nebo v souvislosti s ní je dána pravomoc soudů České republiky a vylučuje se pravomoc soudů jiného státu. Místně příslušným je soud podle sídla kupujícího.</w:t>
      </w:r>
    </w:p>
    <w:p w14:paraId="253C210F" w14:textId="77777777" w:rsidR="00CF177E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3228C5C7" w14:textId="77777777" w:rsidR="00CF177E" w:rsidRPr="00DD1610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7179A2BF" w14:textId="755E3428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XI.</w:t>
      </w:r>
    </w:p>
    <w:p w14:paraId="6265667B" w14:textId="77777777" w:rsidR="006D3511" w:rsidRDefault="006D3511" w:rsidP="006D3511">
      <w:pPr>
        <w:pStyle w:val="Default"/>
        <w:spacing w:line="276" w:lineRule="auto"/>
        <w:ind w:left="-360"/>
        <w:jc w:val="center"/>
      </w:pPr>
      <w:r w:rsidRPr="62464FF7">
        <w:rPr>
          <w:rFonts w:eastAsia="Arial"/>
          <w:b/>
          <w:bCs/>
          <w:color w:val="auto"/>
          <w:sz w:val="22"/>
          <w:szCs w:val="22"/>
        </w:rPr>
        <w:t>DÉLKA TRVÁNÍ ZÁVAZKU</w:t>
      </w:r>
    </w:p>
    <w:p w14:paraId="67196881" w14:textId="77777777" w:rsidR="006D3511" w:rsidRDefault="006D3511" w:rsidP="006D3511">
      <w:pPr>
        <w:pStyle w:val="Default"/>
        <w:numPr>
          <w:ilvl w:val="0"/>
          <w:numId w:val="10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>Tato smlouva může být ukončena splnění</w:t>
      </w:r>
      <w:r>
        <w:rPr>
          <w:rFonts w:eastAsia="Arial"/>
          <w:color w:val="auto"/>
          <w:sz w:val="22"/>
          <w:szCs w:val="22"/>
        </w:rPr>
        <w:t>m</w:t>
      </w:r>
      <w:r w:rsidRPr="62464FF7">
        <w:rPr>
          <w:rFonts w:eastAsia="Arial"/>
          <w:color w:val="auto"/>
          <w:sz w:val="22"/>
          <w:szCs w:val="22"/>
        </w:rPr>
        <w:t>, dohodou smluvních stran nebo odstoupením.</w:t>
      </w:r>
    </w:p>
    <w:p w14:paraId="54CB0550" w14:textId="77777777" w:rsidR="006D3511" w:rsidRDefault="006D3511" w:rsidP="006D3511">
      <w:pPr>
        <w:pStyle w:val="Default"/>
        <w:numPr>
          <w:ilvl w:val="0"/>
          <w:numId w:val="10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Kupující může odstoupit od této smlouvy, jestliže: </w:t>
      </w:r>
    </w:p>
    <w:p w14:paraId="0B97AFD9" w14:textId="38281E28" w:rsidR="006D3511" w:rsidRDefault="006D3511" w:rsidP="006D3511">
      <w:pPr>
        <w:pStyle w:val="Default"/>
        <w:numPr>
          <w:ilvl w:val="0"/>
          <w:numId w:val="11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3760C">
        <w:rPr>
          <w:rFonts w:eastAsia="Arial"/>
          <w:color w:val="auto"/>
          <w:sz w:val="22"/>
          <w:szCs w:val="22"/>
        </w:rPr>
        <w:t xml:space="preserve">do </w:t>
      </w:r>
      <w:r w:rsidR="00684EC5" w:rsidRPr="0053760C">
        <w:rPr>
          <w:rFonts w:eastAsia="Arial"/>
          <w:color w:val="auto"/>
          <w:sz w:val="22"/>
          <w:szCs w:val="22"/>
        </w:rPr>
        <w:t>3</w:t>
      </w:r>
      <w:r w:rsidRPr="0053760C">
        <w:rPr>
          <w:rFonts w:eastAsia="Arial"/>
          <w:color w:val="auto"/>
          <w:sz w:val="22"/>
          <w:szCs w:val="22"/>
        </w:rPr>
        <w:t xml:space="preserve"> (slovy: </w:t>
      </w:r>
      <w:r w:rsidR="00684EC5" w:rsidRPr="0053760C">
        <w:rPr>
          <w:rFonts w:eastAsia="Arial"/>
          <w:color w:val="auto"/>
          <w:sz w:val="22"/>
          <w:szCs w:val="22"/>
        </w:rPr>
        <w:t>tří</w:t>
      </w:r>
      <w:r w:rsidRPr="0053760C">
        <w:rPr>
          <w:rFonts w:eastAsia="Arial"/>
          <w:color w:val="auto"/>
          <w:sz w:val="22"/>
          <w:szCs w:val="22"/>
        </w:rPr>
        <w:t xml:space="preserve">) </w:t>
      </w:r>
      <w:r w:rsidR="00684EC5" w:rsidRPr="0053760C">
        <w:rPr>
          <w:rFonts w:eastAsia="Arial"/>
          <w:color w:val="auto"/>
          <w:sz w:val="22"/>
          <w:szCs w:val="22"/>
        </w:rPr>
        <w:t>týdnů</w:t>
      </w:r>
      <w:r w:rsidRPr="62464FF7">
        <w:rPr>
          <w:rFonts w:eastAsia="Arial"/>
          <w:color w:val="auto"/>
          <w:sz w:val="22"/>
          <w:szCs w:val="22"/>
        </w:rPr>
        <w:t xml:space="preserve"> po marném uplynutí lhůty k plnění nebylo zařízení dodáno, zprovozněno a předáno kupujícímu v důsledku okolností na straně prodávajícího; </w:t>
      </w:r>
    </w:p>
    <w:p w14:paraId="5541CCE1" w14:textId="77777777" w:rsidR="006D3511" w:rsidRDefault="006D3511" w:rsidP="006D3511">
      <w:pPr>
        <w:pStyle w:val="Default"/>
        <w:numPr>
          <w:ilvl w:val="0"/>
          <w:numId w:val="11"/>
        </w:numPr>
        <w:spacing w:after="120" w:line="276" w:lineRule="auto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nebyla dodržena technická specifikace zařízení obsažená v nabídce, resp. této smlouvě; </w:t>
      </w:r>
    </w:p>
    <w:p w14:paraId="585DC4A7" w14:textId="77777777" w:rsidR="006D3511" w:rsidRDefault="006D3511" w:rsidP="006D3511">
      <w:pPr>
        <w:pStyle w:val="Default"/>
        <w:numPr>
          <w:ilvl w:val="0"/>
          <w:numId w:val="11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zařízení bylo dodáno s vadami, které jsou neopravitelné nebo s jejichž opravou byly spojeny nepřiměřené náklady nebo by tato oprava trvala nepřiměřeně dlouho. </w:t>
      </w:r>
    </w:p>
    <w:p w14:paraId="204E309B" w14:textId="77777777" w:rsidR="006D3511" w:rsidRDefault="006D3511" w:rsidP="006D3511">
      <w:pPr>
        <w:pStyle w:val="Default"/>
        <w:numPr>
          <w:ilvl w:val="0"/>
          <w:numId w:val="10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Každá ze smluvních stran má právo od smlouvy odstoupit, porušuje-li druhá smluvní strana podstatným způsobem ujednání této smlouvy. </w:t>
      </w:r>
    </w:p>
    <w:p w14:paraId="4BA8AE2D" w14:textId="29FC11A0" w:rsidR="006D3511" w:rsidRDefault="006D3511" w:rsidP="006D3511">
      <w:pPr>
        <w:pStyle w:val="Default"/>
        <w:numPr>
          <w:ilvl w:val="0"/>
          <w:numId w:val="10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Účinky odstoupení od smlouvy nastávají dnem doručení písemného oznámení o odstoupení druhé smluvní straně. Právo na náhradu škody, případně nárok na smluvní pokutu či úrok z prodlení, strany odstupující tím není dotčeno. </w:t>
      </w:r>
    </w:p>
    <w:p w14:paraId="2B470D54" w14:textId="77777777" w:rsidR="00CF177E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5B8E42E9" w14:textId="77777777" w:rsidR="00CF177E" w:rsidRPr="00CF177E" w:rsidRDefault="00CF177E" w:rsidP="00CF177E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212ED635" w14:textId="69EB753F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XII.</w:t>
      </w:r>
    </w:p>
    <w:p w14:paraId="1CDC6B46" w14:textId="77777777" w:rsidR="006D3511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ZÁVĚREČNÁ USTANOVENÍ</w:t>
      </w:r>
    </w:p>
    <w:p w14:paraId="4F0C22DD" w14:textId="77777777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Práva a povinnosti vyplývající z této smlouvy nelze bez souhlasu druhé smluvní strany převést na třetí stranu. </w:t>
      </w:r>
    </w:p>
    <w:p w14:paraId="1FA2483C" w14:textId="77777777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Tato smlouva je za podmínek uvedených v odst. 1 tohoto článku závazná i pro případné právní nástupce smluvních stran. </w:t>
      </w:r>
    </w:p>
    <w:p w14:paraId="2FB9F85F" w14:textId="77777777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Tuto smlouvu lze měnit a doplňovat, po dohodě obou smluvních stran, pouze písemnými dodatky takto označovanými, číslovanými vzestupnou řadou a podepsanými oprávněnými </w:t>
      </w:r>
      <w:r w:rsidRPr="62464FF7">
        <w:rPr>
          <w:rFonts w:eastAsia="Arial"/>
          <w:color w:val="auto"/>
          <w:sz w:val="22"/>
          <w:szCs w:val="22"/>
        </w:rPr>
        <w:lastRenderedPageBreak/>
        <w:t xml:space="preserve">zástupci obou smluvních stran. Tyto dodatky se stanou nedílnou součástí smlouvy a jiná ujednání jsou neplatná. </w:t>
      </w:r>
    </w:p>
    <w:p w14:paraId="0C7A0E6F" w14:textId="77777777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Prodávající bere na vědomí, že tato smlouva bude v souladu s úpravou zákona č. 340/2015 Sb., o zvláštních podmínkách účinnosti některých smluv, uveřejňování těchto smluv a o registru smluv (zákon o registru smluv) zveřejněna kupujícím v registru smluv. </w:t>
      </w:r>
    </w:p>
    <w:p w14:paraId="41887B76" w14:textId="4CF9D816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Tato smlouva je sepsána ve 2 výtiscích s platností originálu, z nichž každá smluvní strana obdrží po 1 výtisku. </w:t>
      </w:r>
      <w:r w:rsidR="00E978A6" w:rsidRPr="00FD24FE">
        <w:rPr>
          <w:rFonts w:eastAsia="Arial"/>
          <w:color w:val="auto"/>
          <w:sz w:val="22"/>
          <w:szCs w:val="22"/>
        </w:rPr>
        <w:t xml:space="preserve">Pokud je smlouva podepisována v elektronické podobě, je vyhotovena v jednom stejnopise podepsaném elektronicky oběma smluvními stranami. </w:t>
      </w:r>
    </w:p>
    <w:p w14:paraId="2BF52E1E" w14:textId="3A184FC2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Na důkaz souhlasu s celým obsahem této smlouvy připojují oprávnění zástupci smluvních stran svoje podpisy. </w:t>
      </w:r>
    </w:p>
    <w:p w14:paraId="7D042850" w14:textId="394FFED3" w:rsidR="00DD1610" w:rsidRPr="00CF177E" w:rsidRDefault="006D3511" w:rsidP="00CF177E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Tato smlouva nabývá platnosti dnem jejího podpisu oprávněnými zástupci obou smluvních stran a účinnosti dnem uveřejnění smlouvy v registru smluv. </w:t>
      </w:r>
    </w:p>
    <w:p w14:paraId="5953F8FB" w14:textId="77777777" w:rsidR="006D3511" w:rsidRDefault="006D3511" w:rsidP="006D3511">
      <w:pPr>
        <w:pStyle w:val="Default"/>
        <w:numPr>
          <w:ilvl w:val="0"/>
          <w:numId w:val="12"/>
        </w:numPr>
        <w:spacing w:after="120" w:line="276" w:lineRule="auto"/>
        <w:ind w:left="426" w:hanging="426"/>
        <w:jc w:val="both"/>
        <w:rPr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Nedílnou součástí této smlouvy je: </w:t>
      </w:r>
    </w:p>
    <w:p w14:paraId="0583A043" w14:textId="77777777" w:rsidR="006D3511" w:rsidRPr="00CA5F74" w:rsidRDefault="006D3511" w:rsidP="006D3511">
      <w:pPr>
        <w:pStyle w:val="Default"/>
        <w:spacing w:after="120" w:line="276" w:lineRule="auto"/>
        <w:ind w:left="426"/>
        <w:rPr>
          <w:rFonts w:eastAsia="Arial"/>
          <w:color w:val="auto"/>
          <w:sz w:val="22"/>
          <w:szCs w:val="22"/>
        </w:rPr>
      </w:pPr>
      <w:r w:rsidRPr="00CD1BA2">
        <w:rPr>
          <w:rFonts w:eastAsia="Arial"/>
          <w:color w:val="auto"/>
          <w:sz w:val="22"/>
          <w:szCs w:val="22"/>
        </w:rPr>
        <w:t xml:space="preserve">Příloha č. 1 – Technická specifikace </w:t>
      </w:r>
      <w:r w:rsidRPr="00940B31">
        <w:rPr>
          <w:rFonts w:eastAsia="Arial"/>
          <w:i/>
          <w:color w:val="auto"/>
          <w:sz w:val="22"/>
          <w:szCs w:val="22"/>
          <w:highlight w:val="yellow"/>
        </w:rPr>
        <w:t>(dodavatel je povinen</w:t>
      </w:r>
      <w:r>
        <w:rPr>
          <w:rFonts w:eastAsia="Arial"/>
          <w:i/>
          <w:color w:val="auto"/>
          <w:sz w:val="22"/>
          <w:szCs w:val="22"/>
          <w:highlight w:val="yellow"/>
        </w:rPr>
        <w:t xml:space="preserve"> doplnit určené údaje)</w:t>
      </w:r>
      <w:r w:rsidRPr="00940B31">
        <w:rPr>
          <w:rFonts w:eastAsia="Arial"/>
          <w:i/>
          <w:color w:val="auto"/>
          <w:sz w:val="22"/>
          <w:szCs w:val="22"/>
          <w:highlight w:val="yellow"/>
        </w:rPr>
        <w:t xml:space="preserve"> </w:t>
      </w:r>
    </w:p>
    <w:p w14:paraId="31746970" w14:textId="56F55AF1" w:rsidR="006D3511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31943BC0" w14:textId="77777777" w:rsidR="00B421CD" w:rsidRDefault="00B421CD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052192D2" w14:textId="77777777" w:rsidR="00B421CD" w:rsidRDefault="00B421CD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59FDC55A" w14:textId="71EA6480" w:rsidR="006D3511" w:rsidRPr="00CA5F74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color w:val="auto"/>
          <w:sz w:val="22"/>
          <w:szCs w:val="22"/>
        </w:rPr>
        <w:t xml:space="preserve">V Praze </w:t>
      </w:r>
      <w:r w:rsidR="009F5064" w:rsidRPr="62464FF7">
        <w:rPr>
          <w:rFonts w:eastAsia="Arial"/>
          <w:color w:val="auto"/>
          <w:sz w:val="22"/>
          <w:szCs w:val="22"/>
        </w:rPr>
        <w:t>dne _</w:t>
      </w:r>
      <w:r w:rsidR="009F5064" w:rsidRPr="009F5064">
        <w:rPr>
          <w:rFonts w:eastAsia="Arial"/>
          <w:color w:val="auto"/>
          <w:sz w:val="22"/>
          <w:szCs w:val="22"/>
        </w:rPr>
        <w:t>_____________</w:t>
      </w:r>
      <w:r w:rsidR="00CC29CF">
        <w:rPr>
          <w:rFonts w:eastAsia="Arial"/>
          <w:color w:val="auto"/>
          <w:sz w:val="22"/>
          <w:szCs w:val="22"/>
        </w:rPr>
        <w:t xml:space="preserve">_         </w:t>
      </w:r>
      <w:r w:rsidRPr="00CA5F74">
        <w:rPr>
          <w:color w:val="auto"/>
          <w:sz w:val="22"/>
          <w:szCs w:val="22"/>
        </w:rPr>
        <w:tab/>
      </w:r>
      <w:r w:rsidRPr="00CA5F74">
        <w:rPr>
          <w:color w:val="auto"/>
          <w:sz w:val="22"/>
          <w:szCs w:val="22"/>
        </w:rPr>
        <w:tab/>
      </w:r>
      <w:r w:rsidRPr="62464FF7">
        <w:rPr>
          <w:rFonts w:eastAsia="Arial"/>
          <w:color w:val="auto"/>
          <w:sz w:val="22"/>
          <w:szCs w:val="22"/>
        </w:rPr>
        <w:t xml:space="preserve">V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Pr="62464FF7">
        <w:rPr>
          <w:rFonts w:eastAsia="Arial"/>
          <w:b/>
          <w:bCs/>
          <w:sz w:val="22"/>
          <w:szCs w:val="22"/>
        </w:rPr>
        <w:t xml:space="preserve"> </w:t>
      </w:r>
      <w:r w:rsidRPr="62464FF7">
        <w:rPr>
          <w:rFonts w:eastAsia="Arial"/>
          <w:color w:val="auto"/>
          <w:sz w:val="22"/>
          <w:szCs w:val="22"/>
        </w:rPr>
        <w:t xml:space="preserve">dne </w:t>
      </w:r>
      <w:r w:rsidRPr="62464FF7">
        <w:rPr>
          <w:rFonts w:eastAsia="Arial"/>
          <w:b/>
          <w:bCs/>
          <w:sz w:val="22"/>
          <w:szCs w:val="22"/>
          <w:highlight w:val="yellow"/>
        </w:rPr>
        <w:t>[•]</w:t>
      </w:r>
      <w:r w:rsidR="00195F95">
        <w:rPr>
          <w:rFonts w:eastAsia="Arial"/>
          <w:color w:val="auto"/>
          <w:sz w:val="22"/>
          <w:szCs w:val="22"/>
          <w:highlight w:val="yellow"/>
        </w:rPr>
        <w:t xml:space="preserve"> </w:t>
      </w:r>
      <w:r w:rsidR="005D0DCA">
        <w:rPr>
          <w:rFonts w:eastAsia="Arial"/>
          <w:color w:val="auto"/>
          <w:sz w:val="22"/>
          <w:szCs w:val="22"/>
        </w:rPr>
        <w:t>202</w:t>
      </w:r>
      <w:r w:rsidR="00CC29CF">
        <w:rPr>
          <w:rFonts w:eastAsia="Arial"/>
          <w:color w:val="auto"/>
          <w:sz w:val="22"/>
          <w:szCs w:val="22"/>
        </w:rPr>
        <w:t>4</w:t>
      </w:r>
    </w:p>
    <w:p w14:paraId="5D23E20A" w14:textId="77777777" w:rsidR="006D3511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47670A3F" w14:textId="77777777" w:rsidR="00B421CD" w:rsidRDefault="00B421CD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44A3835B" w14:textId="740A3A2F" w:rsidR="006D3511" w:rsidRPr="00CA5F74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  <w:bookmarkStart w:id="7" w:name="_Hlk57125360"/>
      <w:r w:rsidRPr="62464FF7">
        <w:rPr>
          <w:rFonts w:eastAsia="Arial"/>
          <w:color w:val="auto"/>
          <w:sz w:val="22"/>
          <w:szCs w:val="22"/>
        </w:rPr>
        <w:t>_________________________</w:t>
      </w:r>
      <w:bookmarkEnd w:id="7"/>
      <w:r w:rsidRPr="62464FF7">
        <w:rPr>
          <w:rFonts w:eastAsia="Arial"/>
          <w:color w:val="auto"/>
          <w:sz w:val="22"/>
          <w:szCs w:val="22"/>
        </w:rPr>
        <w:t xml:space="preserve"> </w:t>
      </w:r>
      <w:r w:rsidRPr="00CA5F74">
        <w:rPr>
          <w:color w:val="auto"/>
          <w:sz w:val="22"/>
          <w:szCs w:val="22"/>
        </w:rPr>
        <w:tab/>
      </w:r>
      <w:r w:rsidRPr="00CA5F74">
        <w:rPr>
          <w:color w:val="auto"/>
          <w:sz w:val="22"/>
          <w:szCs w:val="22"/>
        </w:rPr>
        <w:tab/>
      </w:r>
      <w:r w:rsidRPr="00CA5F74">
        <w:rPr>
          <w:color w:val="auto"/>
          <w:sz w:val="22"/>
          <w:szCs w:val="22"/>
        </w:rPr>
        <w:tab/>
      </w:r>
      <w:r w:rsidRPr="62464FF7">
        <w:rPr>
          <w:rFonts w:eastAsia="Arial"/>
          <w:color w:val="auto"/>
          <w:sz w:val="22"/>
          <w:szCs w:val="22"/>
        </w:rPr>
        <w:t xml:space="preserve">__________________________ </w:t>
      </w:r>
    </w:p>
    <w:p w14:paraId="4FF31F36" w14:textId="331EF12D" w:rsidR="006D3511" w:rsidRPr="00873569" w:rsidRDefault="00277D5D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  <w:r w:rsidRPr="00277D5D">
        <w:rPr>
          <w:b/>
          <w:color w:val="auto"/>
          <w:sz w:val="22"/>
          <w:szCs w:val="22"/>
        </w:rPr>
        <w:t>doc. Ing. Pav</w:t>
      </w:r>
      <w:r>
        <w:rPr>
          <w:b/>
          <w:color w:val="auto"/>
          <w:sz w:val="22"/>
          <w:szCs w:val="22"/>
        </w:rPr>
        <w:t>el</w:t>
      </w:r>
      <w:r w:rsidRPr="00277D5D">
        <w:rPr>
          <w:b/>
          <w:color w:val="auto"/>
          <w:sz w:val="22"/>
          <w:szCs w:val="22"/>
        </w:rPr>
        <w:t xml:space="preserve"> Peterk</w:t>
      </w:r>
      <w:r>
        <w:rPr>
          <w:b/>
          <w:color w:val="auto"/>
          <w:sz w:val="22"/>
          <w:szCs w:val="22"/>
        </w:rPr>
        <w:t>a</w:t>
      </w:r>
      <w:r w:rsidRPr="00277D5D">
        <w:rPr>
          <w:b/>
          <w:color w:val="auto"/>
          <w:sz w:val="22"/>
          <w:szCs w:val="22"/>
        </w:rPr>
        <w:t>, Ph.D.</w:t>
      </w:r>
      <w:r w:rsidR="006D3511" w:rsidRPr="00873569">
        <w:rPr>
          <w:b/>
          <w:color w:val="auto"/>
          <w:sz w:val="22"/>
          <w:szCs w:val="22"/>
        </w:rPr>
        <w:tab/>
      </w:r>
      <w:r w:rsidR="006D3511" w:rsidRPr="00873569">
        <w:rPr>
          <w:color w:val="auto"/>
          <w:sz w:val="22"/>
          <w:szCs w:val="22"/>
        </w:rPr>
        <w:tab/>
      </w:r>
      <w:r w:rsidR="006D3511" w:rsidRPr="00873569">
        <w:rPr>
          <w:color w:val="auto"/>
          <w:sz w:val="22"/>
          <w:szCs w:val="22"/>
        </w:rPr>
        <w:tab/>
      </w:r>
      <w:r w:rsidR="006D3511" w:rsidRPr="00873569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3D013CB3" w14:textId="77777777" w:rsidR="006D3511" w:rsidRPr="00873569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  <w:r w:rsidRPr="00873569">
        <w:rPr>
          <w:rFonts w:eastAsia="Arial"/>
          <w:color w:val="auto"/>
          <w:sz w:val="22"/>
          <w:szCs w:val="22"/>
        </w:rPr>
        <w:t xml:space="preserve">ředitel </w:t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color w:val="auto"/>
          <w:sz w:val="22"/>
          <w:szCs w:val="22"/>
        </w:rPr>
        <w:tab/>
      </w:r>
      <w:r w:rsidRPr="00873569">
        <w:rPr>
          <w:rFonts w:eastAsia="Arial"/>
          <w:b/>
          <w:bCs/>
          <w:sz w:val="22"/>
          <w:szCs w:val="22"/>
          <w:highlight w:val="yellow"/>
        </w:rPr>
        <w:t>[•]</w:t>
      </w:r>
    </w:p>
    <w:p w14:paraId="73826FF2" w14:textId="564CC8F8" w:rsidR="006D3511" w:rsidRPr="00873569" w:rsidRDefault="006D3511" w:rsidP="006D3511">
      <w:pPr>
        <w:spacing w:after="120"/>
        <w:rPr>
          <w:rFonts w:ascii="Arial" w:eastAsia="Arial" w:hAnsi="Arial" w:cs="Arial"/>
        </w:rPr>
      </w:pPr>
      <w:r w:rsidRPr="00873569">
        <w:rPr>
          <w:rFonts w:ascii="Arial" w:eastAsia="Arial" w:hAnsi="Arial" w:cs="Arial"/>
        </w:rPr>
        <w:t>Ústav</w:t>
      </w:r>
      <w:r w:rsidR="00456D35">
        <w:rPr>
          <w:rFonts w:ascii="Arial" w:eastAsia="Arial" w:hAnsi="Arial" w:cs="Arial"/>
        </w:rPr>
        <w:t>u</w:t>
      </w:r>
      <w:r w:rsidRPr="00873569">
        <w:rPr>
          <w:rFonts w:ascii="Arial" w:eastAsia="Arial" w:hAnsi="Arial" w:cs="Arial"/>
        </w:rPr>
        <w:t xml:space="preserve"> fotoniky a elektroniky AV ČR, v. v. i.</w:t>
      </w:r>
      <w:r w:rsidRPr="00873569">
        <w:rPr>
          <w:rFonts w:ascii="Arial" w:hAnsi="Arial" w:cs="Arial"/>
        </w:rPr>
        <w:tab/>
      </w:r>
      <w:r w:rsidRPr="00CA5F74">
        <w:rPr>
          <w:rFonts w:ascii="Arial" w:hAnsi="Arial" w:cs="Arial"/>
        </w:rPr>
        <w:tab/>
      </w:r>
      <w:r w:rsidRPr="62464FF7">
        <w:rPr>
          <w:rFonts w:ascii="Arial" w:eastAsia="Arial" w:hAnsi="Arial" w:cs="Arial"/>
          <w:b/>
          <w:bCs/>
          <w:highlight w:val="yellow"/>
        </w:rPr>
        <w:t>[•]</w:t>
      </w:r>
    </w:p>
    <w:p w14:paraId="6E0D9DB5" w14:textId="77777777" w:rsidR="00934399" w:rsidRDefault="00934399" w:rsidP="009343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4AA9FC2" w14:textId="681BCEC5" w:rsidR="00415E98" w:rsidRPr="00080C20" w:rsidRDefault="00415E98" w:rsidP="00934399">
      <w:pPr>
        <w:rPr>
          <w:lang w:val="en-GB"/>
        </w:rPr>
      </w:pPr>
    </w:p>
    <w:sectPr w:rsidR="00415E98" w:rsidRPr="00080C20" w:rsidSect="00DD4BAD">
      <w:headerReference w:type="default" r:id="rId11"/>
      <w:footerReference w:type="default" r:id="rId12"/>
      <w:pgSz w:w="11906" w:h="16838"/>
      <w:pgMar w:top="1953" w:right="1134" w:bottom="1985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8F196" w14:textId="77777777" w:rsidR="005C6523" w:rsidRDefault="005C6523" w:rsidP="00CD1C16">
      <w:pPr>
        <w:spacing w:after="0" w:line="240" w:lineRule="auto"/>
      </w:pPr>
      <w:r>
        <w:separator/>
      </w:r>
    </w:p>
  </w:endnote>
  <w:endnote w:type="continuationSeparator" w:id="0">
    <w:p w14:paraId="4D34250C" w14:textId="77777777" w:rsidR="005C6523" w:rsidRDefault="005C6523" w:rsidP="00CD1C16">
      <w:pPr>
        <w:spacing w:after="0" w:line="240" w:lineRule="auto"/>
      </w:pPr>
      <w:r>
        <w:continuationSeparator/>
      </w:r>
    </w:p>
  </w:endnote>
  <w:endnote w:type="continuationNotice" w:id="1">
    <w:p w14:paraId="53DCB63E" w14:textId="77777777" w:rsidR="005C6523" w:rsidRDefault="005C65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6AFE" w14:textId="77777777" w:rsidR="00274E75" w:rsidRDefault="00C70697" w:rsidP="008F50BB">
    <w:pPr>
      <w:pStyle w:val="Zpat"/>
      <w:ind w:left="-1134"/>
      <w:rPr>
        <w:noProof/>
        <w:lang w:eastAsia="cs-CZ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4F9020B" wp14:editId="2FD00D2E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>
          <w:pict>
            <v:line id="Přímá spojnice 2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ffb200" strokeweight="1pt" from="0,-29.1pt" to="479.25pt,-29.1pt" w14:anchorId="2AF4BE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">
              <v:stroke joinstyle="miter"/>
              <w10:wrap anchorx="margin"/>
            </v:line>
          </w:pict>
        </mc:Fallback>
      </mc:AlternateContent>
    </w:r>
    <w:r w:rsidR="00415E98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5B96657E" wp14:editId="33C06D10">
              <wp:simplePos x="0" y="0"/>
              <wp:positionH relativeFrom="margin">
                <wp:posOffset>-84150</wp:posOffset>
              </wp:positionH>
              <wp:positionV relativeFrom="paragraph">
                <wp:posOffset>-338405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0811F6" w14:textId="5D038640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Ústav fotoniky a elektroniky AV ČR, v. v. i. | 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Chaberská 1014/57, 182 </w:t>
                          </w:r>
                          <w:r w:rsidR="001000FB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Praha 8 – Kobylisy | tel.: +420 266 773 400 | www.ufe.cz</w:t>
                          </w:r>
                        </w:p>
                        <w:p w14:paraId="66A5C9AE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B96657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6.65pt;margin-top:-26.65pt;width:481.5pt;height:23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" filled="f" stroked="f">
              <v:textbox>
                <w:txbxContent>
                  <w:p w14:paraId="0E0811F6" w14:textId="5D038640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i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1000FB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66A5C9AE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</w:p>
  <w:p w14:paraId="30615569" w14:textId="0DBFDD60" w:rsidR="0019652C" w:rsidRPr="0019652C" w:rsidRDefault="0019652C" w:rsidP="0019652C">
    <w:pPr>
      <w:pStyle w:val="Zpat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D12636">
      <w:rPr>
        <w:rFonts w:ascii="Arial" w:hAnsi="Arial" w:cs="Arial"/>
        <w:b/>
        <w:bCs/>
        <w:noProof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D12636">
      <w:rPr>
        <w:rFonts w:ascii="Arial" w:hAnsi="Arial" w:cs="Arial"/>
        <w:b/>
        <w:bCs/>
        <w:noProof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21166D65" w14:textId="77777777" w:rsidR="00CD1C16" w:rsidRDefault="00CD1C16" w:rsidP="008F50BB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8ABC7" w14:textId="77777777" w:rsidR="005C6523" w:rsidRDefault="005C6523" w:rsidP="00CD1C16">
      <w:pPr>
        <w:spacing w:after="0" w:line="240" w:lineRule="auto"/>
      </w:pPr>
      <w:r>
        <w:separator/>
      </w:r>
    </w:p>
  </w:footnote>
  <w:footnote w:type="continuationSeparator" w:id="0">
    <w:p w14:paraId="733AC4F4" w14:textId="77777777" w:rsidR="005C6523" w:rsidRDefault="005C6523" w:rsidP="00CD1C16">
      <w:pPr>
        <w:spacing w:after="0" w:line="240" w:lineRule="auto"/>
      </w:pPr>
      <w:r>
        <w:continuationSeparator/>
      </w:r>
    </w:p>
  </w:footnote>
  <w:footnote w:type="continuationNotice" w:id="1">
    <w:p w14:paraId="7080178A" w14:textId="77777777" w:rsidR="005C6523" w:rsidRDefault="005C65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C176" w14:textId="77777777" w:rsidR="00CD1C16" w:rsidRDefault="5B84996F" w:rsidP="00CD1C16">
    <w:pPr>
      <w:pStyle w:val="Zhlav"/>
      <w:ind w:left="-1134"/>
    </w:pPr>
    <w:r>
      <w:rPr>
        <w:noProof/>
        <w:lang w:val="en-US"/>
      </w:rPr>
      <w:drawing>
        <wp:inline distT="0" distB="0" distL="0" distR="0" wp14:anchorId="441E54A5" wp14:editId="4009936C">
          <wp:extent cx="7559674" cy="1477737"/>
          <wp:effectExtent l="0" t="0" r="3175" b="8255"/>
          <wp:docPr id="175281360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4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131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6F1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379A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268E9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444E6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B39BD"/>
    <w:multiLevelType w:val="hybridMultilevel"/>
    <w:tmpl w:val="95626B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57011"/>
    <w:multiLevelType w:val="hybridMultilevel"/>
    <w:tmpl w:val="95626B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34E99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A761A"/>
    <w:multiLevelType w:val="hybridMultilevel"/>
    <w:tmpl w:val="59706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813B9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B30927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4743B7E"/>
    <w:multiLevelType w:val="hybridMultilevel"/>
    <w:tmpl w:val="95626B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205D1"/>
    <w:multiLevelType w:val="hybridMultilevel"/>
    <w:tmpl w:val="B25ABEB0"/>
    <w:lvl w:ilvl="0" w:tplc="2BAE0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7865A71"/>
    <w:multiLevelType w:val="hybridMultilevel"/>
    <w:tmpl w:val="F490B7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72E72"/>
    <w:multiLevelType w:val="hybridMultilevel"/>
    <w:tmpl w:val="F2264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121FF"/>
    <w:multiLevelType w:val="hybridMultilevel"/>
    <w:tmpl w:val="A4386E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721072">
    <w:abstractNumId w:val="5"/>
  </w:num>
  <w:num w:numId="2" w16cid:durableId="517622122">
    <w:abstractNumId w:val="4"/>
  </w:num>
  <w:num w:numId="3" w16cid:durableId="937979485">
    <w:abstractNumId w:val="1"/>
  </w:num>
  <w:num w:numId="4" w16cid:durableId="195431003">
    <w:abstractNumId w:val="9"/>
  </w:num>
  <w:num w:numId="5" w16cid:durableId="1316564602">
    <w:abstractNumId w:val="6"/>
  </w:num>
  <w:num w:numId="6" w16cid:durableId="1690645822">
    <w:abstractNumId w:val="2"/>
  </w:num>
  <w:num w:numId="7" w16cid:durableId="1865901230">
    <w:abstractNumId w:val="7"/>
  </w:num>
  <w:num w:numId="8" w16cid:durableId="982464765">
    <w:abstractNumId w:val="3"/>
  </w:num>
  <w:num w:numId="9" w16cid:durableId="1640188089">
    <w:abstractNumId w:val="0"/>
  </w:num>
  <w:num w:numId="10" w16cid:durableId="1679115032">
    <w:abstractNumId w:val="11"/>
  </w:num>
  <w:num w:numId="11" w16cid:durableId="2130121800">
    <w:abstractNumId w:val="13"/>
  </w:num>
  <w:num w:numId="12" w16cid:durableId="1175729624">
    <w:abstractNumId w:val="10"/>
  </w:num>
  <w:num w:numId="13" w16cid:durableId="653293597">
    <w:abstractNumId w:val="15"/>
  </w:num>
  <w:num w:numId="14" w16cid:durableId="1750882446">
    <w:abstractNumId w:val="12"/>
  </w:num>
  <w:num w:numId="15" w16cid:durableId="1703743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4819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1843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3Nbc0MjAzMLO0tDBX0lEKTi0uzszPAykwrAUAy3RhXiwAAAA="/>
  </w:docVars>
  <w:rsids>
    <w:rsidRoot w:val="0019652C"/>
    <w:rsid w:val="0000528F"/>
    <w:rsid w:val="000169CA"/>
    <w:rsid w:val="00023FC3"/>
    <w:rsid w:val="00032560"/>
    <w:rsid w:val="00033223"/>
    <w:rsid w:val="00036F93"/>
    <w:rsid w:val="00040C3D"/>
    <w:rsid w:val="000703C9"/>
    <w:rsid w:val="000723A5"/>
    <w:rsid w:val="00073602"/>
    <w:rsid w:val="000749BB"/>
    <w:rsid w:val="00080C20"/>
    <w:rsid w:val="00083A02"/>
    <w:rsid w:val="00093D70"/>
    <w:rsid w:val="00094AE0"/>
    <w:rsid w:val="0009627B"/>
    <w:rsid w:val="000A5BA4"/>
    <w:rsid w:val="000B5ABD"/>
    <w:rsid w:val="000C01F2"/>
    <w:rsid w:val="000D3C3B"/>
    <w:rsid w:val="000D4975"/>
    <w:rsid w:val="000E078E"/>
    <w:rsid w:val="000E4BB7"/>
    <w:rsid w:val="001000FB"/>
    <w:rsid w:val="00107224"/>
    <w:rsid w:val="001128DA"/>
    <w:rsid w:val="001164E8"/>
    <w:rsid w:val="00117997"/>
    <w:rsid w:val="0012052F"/>
    <w:rsid w:val="00121BFE"/>
    <w:rsid w:val="00133909"/>
    <w:rsid w:val="00134CF5"/>
    <w:rsid w:val="00134EF7"/>
    <w:rsid w:val="00144CE2"/>
    <w:rsid w:val="00153FD7"/>
    <w:rsid w:val="001550A2"/>
    <w:rsid w:val="0016071A"/>
    <w:rsid w:val="00163A3C"/>
    <w:rsid w:val="00164C5B"/>
    <w:rsid w:val="00174056"/>
    <w:rsid w:val="00180566"/>
    <w:rsid w:val="00184AA3"/>
    <w:rsid w:val="001959C7"/>
    <w:rsid w:val="00195F95"/>
    <w:rsid w:val="0019652C"/>
    <w:rsid w:val="001A0CC8"/>
    <w:rsid w:val="001A16F7"/>
    <w:rsid w:val="001A4992"/>
    <w:rsid w:val="001B0F73"/>
    <w:rsid w:val="001B1F76"/>
    <w:rsid w:val="001C4CC4"/>
    <w:rsid w:val="001E3C2A"/>
    <w:rsid w:val="001F04E4"/>
    <w:rsid w:val="0020160F"/>
    <w:rsid w:val="00201F87"/>
    <w:rsid w:val="00203410"/>
    <w:rsid w:val="002071A9"/>
    <w:rsid w:val="00220CF8"/>
    <w:rsid w:val="00225628"/>
    <w:rsid w:val="00225EFB"/>
    <w:rsid w:val="00227D98"/>
    <w:rsid w:val="002314D9"/>
    <w:rsid w:val="00236782"/>
    <w:rsid w:val="002413D8"/>
    <w:rsid w:val="00243B3F"/>
    <w:rsid w:val="00257982"/>
    <w:rsid w:val="002731FC"/>
    <w:rsid w:val="00274E75"/>
    <w:rsid w:val="00277D5D"/>
    <w:rsid w:val="00280DA6"/>
    <w:rsid w:val="0028111F"/>
    <w:rsid w:val="002B3C96"/>
    <w:rsid w:val="002B6FCE"/>
    <w:rsid w:val="002C054E"/>
    <w:rsid w:val="002C4201"/>
    <w:rsid w:val="002D5F0C"/>
    <w:rsid w:val="002E57B5"/>
    <w:rsid w:val="002E6C8C"/>
    <w:rsid w:val="002F060F"/>
    <w:rsid w:val="002F1A85"/>
    <w:rsid w:val="002F1D9A"/>
    <w:rsid w:val="002F1E74"/>
    <w:rsid w:val="002F26BD"/>
    <w:rsid w:val="002F4FCF"/>
    <w:rsid w:val="002F7C33"/>
    <w:rsid w:val="00304F86"/>
    <w:rsid w:val="00305765"/>
    <w:rsid w:val="00306C1C"/>
    <w:rsid w:val="003162D5"/>
    <w:rsid w:val="0031770C"/>
    <w:rsid w:val="00321E5A"/>
    <w:rsid w:val="00322A60"/>
    <w:rsid w:val="0032379A"/>
    <w:rsid w:val="00324A8F"/>
    <w:rsid w:val="00331CE1"/>
    <w:rsid w:val="003363EB"/>
    <w:rsid w:val="00344AA4"/>
    <w:rsid w:val="00361592"/>
    <w:rsid w:val="003A14F0"/>
    <w:rsid w:val="003A3A2B"/>
    <w:rsid w:val="003A7F32"/>
    <w:rsid w:val="003C17C6"/>
    <w:rsid w:val="003C2978"/>
    <w:rsid w:val="003C4B80"/>
    <w:rsid w:val="003C5A54"/>
    <w:rsid w:val="003C759B"/>
    <w:rsid w:val="003D1E14"/>
    <w:rsid w:val="003D55C8"/>
    <w:rsid w:val="003E0F80"/>
    <w:rsid w:val="003E5501"/>
    <w:rsid w:val="003F1C5D"/>
    <w:rsid w:val="003F643A"/>
    <w:rsid w:val="0040052C"/>
    <w:rsid w:val="00407E8C"/>
    <w:rsid w:val="0041402A"/>
    <w:rsid w:val="00415E98"/>
    <w:rsid w:val="00424721"/>
    <w:rsid w:val="00425782"/>
    <w:rsid w:val="004259F6"/>
    <w:rsid w:val="00441894"/>
    <w:rsid w:val="0044615F"/>
    <w:rsid w:val="00447A22"/>
    <w:rsid w:val="00452E0F"/>
    <w:rsid w:val="00456D35"/>
    <w:rsid w:val="00470D5A"/>
    <w:rsid w:val="00473E73"/>
    <w:rsid w:val="0047426F"/>
    <w:rsid w:val="00474A94"/>
    <w:rsid w:val="004B6CE9"/>
    <w:rsid w:val="004B7708"/>
    <w:rsid w:val="004C1CB9"/>
    <w:rsid w:val="004C60CF"/>
    <w:rsid w:val="004C7F52"/>
    <w:rsid w:val="004D17AF"/>
    <w:rsid w:val="004D27C5"/>
    <w:rsid w:val="004E12CC"/>
    <w:rsid w:val="004E52C3"/>
    <w:rsid w:val="004E5DBE"/>
    <w:rsid w:val="004F435B"/>
    <w:rsid w:val="004F6CBD"/>
    <w:rsid w:val="0050104A"/>
    <w:rsid w:val="005026F3"/>
    <w:rsid w:val="00505771"/>
    <w:rsid w:val="005145B4"/>
    <w:rsid w:val="005319C4"/>
    <w:rsid w:val="0053238C"/>
    <w:rsid w:val="00533406"/>
    <w:rsid w:val="0053760C"/>
    <w:rsid w:val="00540E27"/>
    <w:rsid w:val="00541900"/>
    <w:rsid w:val="00541B47"/>
    <w:rsid w:val="005456A7"/>
    <w:rsid w:val="005672C1"/>
    <w:rsid w:val="00577851"/>
    <w:rsid w:val="005809B9"/>
    <w:rsid w:val="005842E5"/>
    <w:rsid w:val="00587116"/>
    <w:rsid w:val="00590022"/>
    <w:rsid w:val="0059025F"/>
    <w:rsid w:val="00593019"/>
    <w:rsid w:val="00594DC9"/>
    <w:rsid w:val="005A078E"/>
    <w:rsid w:val="005A2307"/>
    <w:rsid w:val="005B6FAC"/>
    <w:rsid w:val="005C1F4B"/>
    <w:rsid w:val="005C6523"/>
    <w:rsid w:val="005C79FA"/>
    <w:rsid w:val="005D0DCA"/>
    <w:rsid w:val="005E108E"/>
    <w:rsid w:val="005E66FD"/>
    <w:rsid w:val="00600573"/>
    <w:rsid w:val="006008B3"/>
    <w:rsid w:val="006027AB"/>
    <w:rsid w:val="006055D8"/>
    <w:rsid w:val="00614B52"/>
    <w:rsid w:val="00621CF4"/>
    <w:rsid w:val="00667C1A"/>
    <w:rsid w:val="00670BEF"/>
    <w:rsid w:val="006742B6"/>
    <w:rsid w:val="00677995"/>
    <w:rsid w:val="006823B1"/>
    <w:rsid w:val="00683235"/>
    <w:rsid w:val="00684EC5"/>
    <w:rsid w:val="00686001"/>
    <w:rsid w:val="00686527"/>
    <w:rsid w:val="00687AD4"/>
    <w:rsid w:val="006919E9"/>
    <w:rsid w:val="006A1A98"/>
    <w:rsid w:val="006A33F1"/>
    <w:rsid w:val="006A5501"/>
    <w:rsid w:val="006B2B18"/>
    <w:rsid w:val="006B3386"/>
    <w:rsid w:val="006C41F2"/>
    <w:rsid w:val="006C657E"/>
    <w:rsid w:val="006D3511"/>
    <w:rsid w:val="006E479F"/>
    <w:rsid w:val="006F2980"/>
    <w:rsid w:val="006F66BE"/>
    <w:rsid w:val="00705746"/>
    <w:rsid w:val="00705B29"/>
    <w:rsid w:val="00705D4D"/>
    <w:rsid w:val="00706E5D"/>
    <w:rsid w:val="00716D18"/>
    <w:rsid w:val="00724577"/>
    <w:rsid w:val="007257C9"/>
    <w:rsid w:val="00736790"/>
    <w:rsid w:val="00742ED2"/>
    <w:rsid w:val="007456C8"/>
    <w:rsid w:val="00746E40"/>
    <w:rsid w:val="0074721F"/>
    <w:rsid w:val="0075349B"/>
    <w:rsid w:val="007847D9"/>
    <w:rsid w:val="00791F41"/>
    <w:rsid w:val="0079646C"/>
    <w:rsid w:val="007A206A"/>
    <w:rsid w:val="007A32F7"/>
    <w:rsid w:val="007A455D"/>
    <w:rsid w:val="007A5620"/>
    <w:rsid w:val="007A6BA3"/>
    <w:rsid w:val="007B0EC8"/>
    <w:rsid w:val="007B3231"/>
    <w:rsid w:val="007B589F"/>
    <w:rsid w:val="007B7864"/>
    <w:rsid w:val="007B7C85"/>
    <w:rsid w:val="007C0781"/>
    <w:rsid w:val="007C73F7"/>
    <w:rsid w:val="007C7CAA"/>
    <w:rsid w:val="007E0524"/>
    <w:rsid w:val="007E0C53"/>
    <w:rsid w:val="007E5592"/>
    <w:rsid w:val="007E75D0"/>
    <w:rsid w:val="00801D16"/>
    <w:rsid w:val="00807FB4"/>
    <w:rsid w:val="00814B19"/>
    <w:rsid w:val="008163F2"/>
    <w:rsid w:val="008218A3"/>
    <w:rsid w:val="00821D6D"/>
    <w:rsid w:val="00823A4E"/>
    <w:rsid w:val="008259CA"/>
    <w:rsid w:val="00826EFF"/>
    <w:rsid w:val="0083128D"/>
    <w:rsid w:val="00831675"/>
    <w:rsid w:val="0083321B"/>
    <w:rsid w:val="00841AB9"/>
    <w:rsid w:val="0085185A"/>
    <w:rsid w:val="00851C00"/>
    <w:rsid w:val="008520D1"/>
    <w:rsid w:val="0085461A"/>
    <w:rsid w:val="00855D97"/>
    <w:rsid w:val="0086057F"/>
    <w:rsid w:val="00860DE8"/>
    <w:rsid w:val="008624EF"/>
    <w:rsid w:val="008666DD"/>
    <w:rsid w:val="00867FCF"/>
    <w:rsid w:val="00884289"/>
    <w:rsid w:val="00890E7F"/>
    <w:rsid w:val="00894A99"/>
    <w:rsid w:val="008A0ABA"/>
    <w:rsid w:val="008A53DF"/>
    <w:rsid w:val="008A6AA6"/>
    <w:rsid w:val="008C6164"/>
    <w:rsid w:val="008C650D"/>
    <w:rsid w:val="008D2717"/>
    <w:rsid w:val="008F50BB"/>
    <w:rsid w:val="00900DFC"/>
    <w:rsid w:val="00902056"/>
    <w:rsid w:val="0090234F"/>
    <w:rsid w:val="00904CD4"/>
    <w:rsid w:val="00911725"/>
    <w:rsid w:val="00913841"/>
    <w:rsid w:val="0092153C"/>
    <w:rsid w:val="00926EDA"/>
    <w:rsid w:val="00934399"/>
    <w:rsid w:val="00934FC9"/>
    <w:rsid w:val="0094178B"/>
    <w:rsid w:val="00942C79"/>
    <w:rsid w:val="009557EA"/>
    <w:rsid w:val="00964122"/>
    <w:rsid w:val="0097418E"/>
    <w:rsid w:val="0098186D"/>
    <w:rsid w:val="0098357E"/>
    <w:rsid w:val="00985F2E"/>
    <w:rsid w:val="009876CE"/>
    <w:rsid w:val="009921C8"/>
    <w:rsid w:val="009921F8"/>
    <w:rsid w:val="009977D9"/>
    <w:rsid w:val="00997C2B"/>
    <w:rsid w:val="009A7810"/>
    <w:rsid w:val="009D400D"/>
    <w:rsid w:val="009E07A8"/>
    <w:rsid w:val="009E1822"/>
    <w:rsid w:val="009E3D65"/>
    <w:rsid w:val="009E7D19"/>
    <w:rsid w:val="009F5064"/>
    <w:rsid w:val="009F516D"/>
    <w:rsid w:val="00A36166"/>
    <w:rsid w:val="00A41479"/>
    <w:rsid w:val="00A437D0"/>
    <w:rsid w:val="00A54B78"/>
    <w:rsid w:val="00A6601A"/>
    <w:rsid w:val="00A7301A"/>
    <w:rsid w:val="00A82A8E"/>
    <w:rsid w:val="00A82E23"/>
    <w:rsid w:val="00A84001"/>
    <w:rsid w:val="00A840D3"/>
    <w:rsid w:val="00A8535F"/>
    <w:rsid w:val="00AA06E3"/>
    <w:rsid w:val="00AA6E23"/>
    <w:rsid w:val="00AB0D68"/>
    <w:rsid w:val="00AB50E8"/>
    <w:rsid w:val="00AB598F"/>
    <w:rsid w:val="00AC119B"/>
    <w:rsid w:val="00AD2BBF"/>
    <w:rsid w:val="00AD2D2F"/>
    <w:rsid w:val="00AD2FE3"/>
    <w:rsid w:val="00AD3375"/>
    <w:rsid w:val="00AD57BC"/>
    <w:rsid w:val="00AE02FA"/>
    <w:rsid w:val="00AE46DA"/>
    <w:rsid w:val="00AE6ABA"/>
    <w:rsid w:val="00B005CB"/>
    <w:rsid w:val="00B01471"/>
    <w:rsid w:val="00B01763"/>
    <w:rsid w:val="00B0243E"/>
    <w:rsid w:val="00B028F6"/>
    <w:rsid w:val="00B164A1"/>
    <w:rsid w:val="00B177B6"/>
    <w:rsid w:val="00B34052"/>
    <w:rsid w:val="00B40B55"/>
    <w:rsid w:val="00B421CD"/>
    <w:rsid w:val="00B5156B"/>
    <w:rsid w:val="00B57FC2"/>
    <w:rsid w:val="00B72262"/>
    <w:rsid w:val="00B739DF"/>
    <w:rsid w:val="00B7728D"/>
    <w:rsid w:val="00B826B0"/>
    <w:rsid w:val="00B9644D"/>
    <w:rsid w:val="00BA11DB"/>
    <w:rsid w:val="00BA20F9"/>
    <w:rsid w:val="00BA3A1F"/>
    <w:rsid w:val="00BB1236"/>
    <w:rsid w:val="00BB4587"/>
    <w:rsid w:val="00BC337C"/>
    <w:rsid w:val="00BD4B1A"/>
    <w:rsid w:val="00BD51C4"/>
    <w:rsid w:val="00BD523B"/>
    <w:rsid w:val="00BE1AA1"/>
    <w:rsid w:val="00BE3B1F"/>
    <w:rsid w:val="00BE3E18"/>
    <w:rsid w:val="00BE4202"/>
    <w:rsid w:val="00BE6060"/>
    <w:rsid w:val="00BF6199"/>
    <w:rsid w:val="00C03FE5"/>
    <w:rsid w:val="00C077C7"/>
    <w:rsid w:val="00C10C64"/>
    <w:rsid w:val="00C12CD0"/>
    <w:rsid w:val="00C12EE2"/>
    <w:rsid w:val="00C24777"/>
    <w:rsid w:val="00C250AC"/>
    <w:rsid w:val="00C26A8F"/>
    <w:rsid w:val="00C34EA0"/>
    <w:rsid w:val="00C37EDF"/>
    <w:rsid w:val="00C405F3"/>
    <w:rsid w:val="00C42154"/>
    <w:rsid w:val="00C52733"/>
    <w:rsid w:val="00C621DC"/>
    <w:rsid w:val="00C65AA1"/>
    <w:rsid w:val="00C70697"/>
    <w:rsid w:val="00C7204D"/>
    <w:rsid w:val="00C72118"/>
    <w:rsid w:val="00C75EF4"/>
    <w:rsid w:val="00C824FA"/>
    <w:rsid w:val="00C932EA"/>
    <w:rsid w:val="00C9539C"/>
    <w:rsid w:val="00CA17CC"/>
    <w:rsid w:val="00CA5150"/>
    <w:rsid w:val="00CA7064"/>
    <w:rsid w:val="00CB265E"/>
    <w:rsid w:val="00CB3FDF"/>
    <w:rsid w:val="00CC29CF"/>
    <w:rsid w:val="00CC3823"/>
    <w:rsid w:val="00CC3E0F"/>
    <w:rsid w:val="00CC48A0"/>
    <w:rsid w:val="00CC6297"/>
    <w:rsid w:val="00CC6AA4"/>
    <w:rsid w:val="00CD1C16"/>
    <w:rsid w:val="00CD47BA"/>
    <w:rsid w:val="00CE102B"/>
    <w:rsid w:val="00CE1B64"/>
    <w:rsid w:val="00CE258E"/>
    <w:rsid w:val="00CF0A77"/>
    <w:rsid w:val="00CF177E"/>
    <w:rsid w:val="00CF3307"/>
    <w:rsid w:val="00D0137A"/>
    <w:rsid w:val="00D0148E"/>
    <w:rsid w:val="00D12636"/>
    <w:rsid w:val="00D1487C"/>
    <w:rsid w:val="00D44B67"/>
    <w:rsid w:val="00D508F9"/>
    <w:rsid w:val="00D55888"/>
    <w:rsid w:val="00D73EEC"/>
    <w:rsid w:val="00D75356"/>
    <w:rsid w:val="00D7569A"/>
    <w:rsid w:val="00D77113"/>
    <w:rsid w:val="00DB1562"/>
    <w:rsid w:val="00DC0700"/>
    <w:rsid w:val="00DC78BD"/>
    <w:rsid w:val="00DD1610"/>
    <w:rsid w:val="00DD4BAD"/>
    <w:rsid w:val="00DE3A67"/>
    <w:rsid w:val="00DF38B9"/>
    <w:rsid w:val="00DF6A9A"/>
    <w:rsid w:val="00E07893"/>
    <w:rsid w:val="00E22871"/>
    <w:rsid w:val="00E3490F"/>
    <w:rsid w:val="00E3634F"/>
    <w:rsid w:val="00E41ABC"/>
    <w:rsid w:val="00E429A8"/>
    <w:rsid w:val="00E43A0E"/>
    <w:rsid w:val="00E47751"/>
    <w:rsid w:val="00E53613"/>
    <w:rsid w:val="00E72A8C"/>
    <w:rsid w:val="00E74E32"/>
    <w:rsid w:val="00E86C9D"/>
    <w:rsid w:val="00E90443"/>
    <w:rsid w:val="00E9355E"/>
    <w:rsid w:val="00E93816"/>
    <w:rsid w:val="00E978A6"/>
    <w:rsid w:val="00EA11DC"/>
    <w:rsid w:val="00EA3AD2"/>
    <w:rsid w:val="00EB02EB"/>
    <w:rsid w:val="00EB1A1E"/>
    <w:rsid w:val="00EB2C9C"/>
    <w:rsid w:val="00EB6E7F"/>
    <w:rsid w:val="00ED194F"/>
    <w:rsid w:val="00EE02A1"/>
    <w:rsid w:val="00F10E79"/>
    <w:rsid w:val="00F11525"/>
    <w:rsid w:val="00F135E9"/>
    <w:rsid w:val="00F20DF7"/>
    <w:rsid w:val="00F22217"/>
    <w:rsid w:val="00F31036"/>
    <w:rsid w:val="00F4475F"/>
    <w:rsid w:val="00F516BC"/>
    <w:rsid w:val="00F57F4B"/>
    <w:rsid w:val="00F7025A"/>
    <w:rsid w:val="00F7373C"/>
    <w:rsid w:val="00F77AE4"/>
    <w:rsid w:val="00F9129E"/>
    <w:rsid w:val="00FA5E97"/>
    <w:rsid w:val="00FA7DE7"/>
    <w:rsid w:val="00FB0BCA"/>
    <w:rsid w:val="00FB1C32"/>
    <w:rsid w:val="00FB3B51"/>
    <w:rsid w:val="00FB7E44"/>
    <w:rsid w:val="00FC7D9C"/>
    <w:rsid w:val="00FD23D0"/>
    <w:rsid w:val="00FD2876"/>
    <w:rsid w:val="00FD2C6F"/>
    <w:rsid w:val="00FF5CB6"/>
    <w:rsid w:val="027C291A"/>
    <w:rsid w:val="0929D168"/>
    <w:rsid w:val="09EDCD7B"/>
    <w:rsid w:val="179E6B69"/>
    <w:rsid w:val="27F987D2"/>
    <w:rsid w:val="2AD7E169"/>
    <w:rsid w:val="4D47AE49"/>
    <w:rsid w:val="5469282F"/>
    <w:rsid w:val="57415674"/>
    <w:rsid w:val="5B849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E4C8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34399"/>
    <w:pPr>
      <w:spacing w:line="254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C16"/>
  </w:style>
  <w:style w:type="paragraph" w:styleId="Zpat">
    <w:name w:val="footer"/>
    <w:basedOn w:val="Normln"/>
    <w:link w:val="Zpat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C16"/>
  </w:style>
  <w:style w:type="paragraph" w:customStyle="1" w:styleId="BasicParagraph">
    <w:name w:val="[Basic Paragraph]"/>
    <w:basedOn w:val="Normln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Standardnpsmoodstavce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D35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E3E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E3E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3E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3E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3E18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80DA6"/>
    <w:pPr>
      <w:ind w:left="720"/>
      <w:contextualSpacing/>
    </w:pPr>
  </w:style>
  <w:style w:type="character" w:customStyle="1" w:styleId="normaltextrun">
    <w:name w:val="normaltextrun"/>
    <w:basedOn w:val="Standardnpsmoodstavce"/>
    <w:rsid w:val="00FD2C6F"/>
  </w:style>
  <w:style w:type="table" w:styleId="Mkatabulky">
    <w:name w:val="Table Grid"/>
    <w:basedOn w:val="Normlntabulka"/>
    <w:uiPriority w:val="39"/>
    <w:rsid w:val="00E53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07FB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0CC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0CC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A0CC8"/>
    <w:rPr>
      <w:vertAlign w:val="superscript"/>
    </w:rPr>
  </w:style>
  <w:style w:type="table" w:customStyle="1" w:styleId="TableGrid1">
    <w:name w:val="Table Grid1"/>
    <w:basedOn w:val="Normlntabulka"/>
    <w:next w:val="Mkatabulky"/>
    <w:uiPriority w:val="39"/>
    <w:rsid w:val="001F0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82A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82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  <SharedWithUsers xmlns="22a55e55-cd86-4e26-8996-2e68b8032850">
      <UserInfo>
        <DisplayName>Todorov Filip</DisplayName>
        <AccountId>28</AccountId>
        <AccountType/>
      </UserInfo>
      <UserInfo>
        <DisplayName>Stockettová Magda</DisplayName>
        <AccountId>20</AccountId>
        <AccountType/>
      </UserInfo>
      <UserInfo>
        <DisplayName>Havelka Daniel</DisplayName>
        <AccountId>12</AccountId>
        <AccountType/>
      </UserInfo>
      <UserInfo>
        <DisplayName>Cifra Michal</DisplayName>
        <AccountId>9</AccountId>
        <AccountType/>
      </UserInfo>
      <UserInfo>
        <DisplayName>Zakar Tomáš</DisplayName>
        <AccountId>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31025BA-4884-449B-A3B2-868D8FCFD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E8E70-EBCB-4E1F-9EB3-ADCFF1CB0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3084F5-E9DC-49F0-A009-DD28107C90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60426-6947-41C0-A418-262967A19A14}">
  <ds:schemaRefs>
    <ds:schemaRef ds:uri="http://schemas.microsoft.com/office/2006/metadata/properties"/>
    <ds:schemaRef ds:uri="http://schemas.microsoft.com/office/infopath/2007/PartnerControls"/>
    <ds:schemaRef ds:uri="68bb0a3b-ef2d-40c1-b985-4906b3f22203"/>
    <ds:schemaRef ds:uri="bce5c090-c467-4b8d-ad33-21d5f3d6d364"/>
    <ds:schemaRef ds:uri="19640856-62da-4895-b3fe-7459e5292a28"/>
    <ds:schemaRef ds:uri="22a55e55-cd86-4e26-8996-2e68b80328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C:\Users\stockettova\Desktop\Hlavickovy papir_cz.dotx</Template>
  <TotalTime>4</TotalTime>
  <Pages>8</Pages>
  <Words>2360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Kateřina Koláčková</cp:lastModifiedBy>
  <cp:revision>3</cp:revision>
  <cp:lastPrinted>2020-07-16T09:15:00Z</cp:lastPrinted>
  <dcterms:created xsi:type="dcterms:W3CDTF">2024-05-03T11:27:00Z</dcterms:created>
  <dcterms:modified xsi:type="dcterms:W3CDTF">2024-05-06T06:12:00Z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0x0101000F6F7B084F61204A82DD07865ADD424A</vt:lpwstr>
  </property>
  <property fmtid="{D5CDD505-2E9C-101B-9397-08002B2CF9AE}" pid="3" name="GrammarlyDocumentId">
    <vt:lpwstr>cdae8bad2e8b875d0b8f2f6a757a8c3416ae4361ab6fdfa16268a65a99bc8c88</vt:lpwstr>
  </property>
  <property fmtid="{D5CDD505-2E9C-101B-9397-08002B2CF9AE}" pid="4" name="MediaServiceImageTags">
    <vt:lpwstr/>
  </property>
</Properties>
</file>